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0D2EBC">
            <w:pPr>
              <w:pStyle w:val="CUSTOMBoldColumnHeading"/>
            </w:pPr>
            <w:r>
              <w:t xml:space="preserve">Assessed by: </w:t>
            </w:r>
            <w:r w:rsidR="000D2EBC">
              <w:rPr>
                <w:b w:val="0"/>
              </w:rPr>
              <w:t>Daniel Sims</w:t>
            </w:r>
            <w:r w:rsidR="005D0A66">
              <w:rPr>
                <w:b w:val="0"/>
              </w:rPr>
              <w:t xml:space="preserve"> Clnical Vascular Scientist 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0D2EBC" w:rsidRPr="000D2EBC">
              <w:t>BAUME, SUSAN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0D2EBC" w:rsidRPr="000D2EBC">
              <w:t>401310221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D2EBC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0D2EBC">
              <w:t>14.03.2019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0D2EBC" w:rsidRPr="000D2EBC">
              <w:t>15/11/1953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0D2EBC" w:rsidRPr="000D2EBC">
              <w:t>456</w:t>
            </w:r>
            <w:r w:rsidR="000D2EBC">
              <w:t xml:space="preserve"> </w:t>
            </w:r>
            <w:r w:rsidR="000D2EBC" w:rsidRPr="000D2EBC">
              <w:t>537</w:t>
            </w:r>
            <w:r w:rsidR="000D2EBC">
              <w:t xml:space="preserve"> </w:t>
            </w:r>
            <w:r w:rsidR="000D2EBC" w:rsidRPr="000D2EBC">
              <w:t>3416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D2EBC">
            <w:pPr>
              <w:pStyle w:val="CUSTOMHeaderText"/>
            </w:pPr>
            <w:r>
              <w:t>Ip/Op</w:t>
            </w:r>
            <w:r w:rsidR="00596D0F">
              <w:t xml:space="preserve">: </w:t>
            </w:r>
            <w:r w:rsidR="000D2EBC">
              <w:t>Outpatient</w:t>
            </w:r>
          </w:p>
        </w:tc>
      </w:tr>
      <w:tr w:rsidR="00A9651D" w:rsidTr="00E553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0D2EBC" w:rsidP="000D2EBC">
            <w:pPr>
              <w:pStyle w:val="CUSTOMHeaderText"/>
            </w:pPr>
            <w:r>
              <w:t>Referrer: Aston</w:t>
            </w: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0D2EBC">
            <w:pPr>
              <w:pStyle w:val="CUSTOMHeaderText"/>
            </w:pPr>
            <w:r>
              <w:t xml:space="preserve">Hospital Site: </w:t>
            </w:r>
            <w:r w:rsidR="000D2EBC">
              <w:t>QEH</w:t>
            </w:r>
          </w:p>
        </w:tc>
      </w:tr>
      <w:tr w:rsidR="00A9651D" w:rsidTr="00E553E3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813362">
            <w:pPr>
              <w:pStyle w:val="CUSTOMHeaderText"/>
            </w:pPr>
            <w:r>
              <w:t xml:space="preserve">Clinical Indications: </w:t>
            </w:r>
            <w:r w:rsidR="005D0A66">
              <w:t>Varicose</w:t>
            </w:r>
            <w:r w:rsidR="000D2EBC" w:rsidRPr="000D2EBC">
              <w:t xml:space="preserve"> </w:t>
            </w:r>
            <w:r w:rsidR="005D0A66">
              <w:t>V</w:t>
            </w:r>
            <w:r w:rsidR="005D0A66" w:rsidRPr="000D2EBC">
              <w:t>eins</w:t>
            </w:r>
            <w:r w:rsidR="000D2EBC" w:rsidRPr="000D2EBC">
              <w:t>, tenderness at the calf area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0D2EBC" w:rsidP="0002322E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6C23179D" wp14:editId="194DCC10">
                      <wp:simplePos x="0" y="0"/>
                      <wp:positionH relativeFrom="page">
                        <wp:posOffset>2531110</wp:posOffset>
                      </wp:positionH>
                      <wp:positionV relativeFrom="page">
                        <wp:posOffset>1715135</wp:posOffset>
                      </wp:positionV>
                      <wp:extent cx="1462405" cy="1840230"/>
                      <wp:effectExtent l="0" t="0" r="4445" b="4445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2405" cy="18402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GSV</w:t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Incompetent </w:t>
                                  </w: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GSV diameter: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Tortuous in the proximal thigh </w:t>
                                  </w:r>
                                </w:p>
                                <w:p w:rsidR="005D0A66" w:rsidRPr="00F835DA" w:rsidRDefault="003C1163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 thigh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5.0</w:t>
                                  </w:r>
                                  <w:r w:rsidR="005D0A66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  <w:p w:rsidR="005D0A66" w:rsidRPr="00F835DA" w:rsidRDefault="003C1163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Mid thigh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5.1mm</w:t>
                                  </w:r>
                                </w:p>
                                <w:p w:rsidR="005D0A66" w:rsidRPr="00F835DA" w:rsidRDefault="003C1163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Distal thigh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5.6mm</w:t>
                                  </w:r>
                                  <w:r w:rsidR="005D0A66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SSV diameter:</w:t>
                                  </w:r>
                                </w:p>
                                <w:p w:rsidR="005D0A66" w:rsidRPr="00F835DA" w:rsidRDefault="003C1163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 Calf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3.2</w:t>
                                  </w:r>
                                  <w:r w:rsidR="005D0A66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  <w:p w:rsidR="005D0A66" w:rsidRPr="00F835DA" w:rsidRDefault="003C1163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Mid Calf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2.7</w:t>
                                  </w:r>
                                  <w:r w:rsidR="005D0A66"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  <w:p w:rsidR="005D0A66" w:rsidRPr="00F835DA" w:rsidRDefault="005D0A66" w:rsidP="00255B9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Distal </w:t>
                                  </w:r>
                                  <w:r w:rsidR="003C116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Calf</w:t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 w:rsidR="003C116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  <w:t>= 2.1</w:t>
                                  </w:r>
                                  <w:r w:rsidRPr="00F835D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margin-left:199.3pt;margin-top:135.05pt;width:115.15pt;height:144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" filled="f" stroked="f" strokeweight=".5pt">
                      <v:textbox style="mso-fit-shape-to-text:t" inset="0,0,0,0">
                        <w:txbxContent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GSV</w:t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Incompetent </w:t>
                            </w: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GSV diameter: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Tortuous in the proximal thigh </w:t>
                            </w:r>
                          </w:p>
                          <w:p w:rsidR="005D0A66" w:rsidRPr="00F835DA" w:rsidRDefault="003C1163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 thigh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5.0</w:t>
                            </w:r>
                            <w:r w:rsidR="005D0A66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  <w:p w:rsidR="005D0A66" w:rsidRPr="00F835DA" w:rsidRDefault="003C1163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Mid thigh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5.1mm</w:t>
                            </w:r>
                          </w:p>
                          <w:p w:rsidR="005D0A66" w:rsidRPr="00F835DA" w:rsidRDefault="003C1163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Distal thigh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5.6mm</w:t>
                            </w:r>
                            <w:r w:rsidR="005D0A66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SSV diameter:</w:t>
                            </w:r>
                          </w:p>
                          <w:p w:rsidR="005D0A66" w:rsidRPr="00F835DA" w:rsidRDefault="003C1163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 Calf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3.2</w:t>
                            </w:r>
                            <w:r w:rsidR="005D0A66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  <w:p w:rsidR="005D0A66" w:rsidRPr="00F835DA" w:rsidRDefault="003C1163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Mid Calf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2.7</w:t>
                            </w:r>
                            <w:r w:rsidR="005D0A66"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  <w:p w:rsidR="005D0A66" w:rsidRPr="00F835DA" w:rsidRDefault="005D0A66" w:rsidP="00255B9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Distal </w:t>
                            </w:r>
                            <w:r w:rsidR="003C1163">
                              <w:rPr>
                                <w:color w:val="000000"/>
                                <w:sz w:val="14"/>
                                <w:szCs w:val="14"/>
                              </w:rPr>
                              <w:t>Calf</w:t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  <w:r w:rsidR="003C1163"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  <w:t>= 2.1</w:t>
                            </w:r>
                            <w:r w:rsidRPr="00F835DA">
                              <w:rPr>
                                <w:color w:val="000000"/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24FD1">
              <w:t>Left</w:t>
            </w:r>
            <w:r w:rsidR="00A078E6">
              <w:t xml:space="preserve"> Lower Limb </w:t>
            </w:r>
            <w:r w:rsidR="009B724B">
              <w:t>– Venous I</w:t>
            </w:r>
            <w:r w:rsidR="00A078E6">
              <w:t>nsufficiency scan</w:t>
            </w:r>
            <w:r w:rsidR="009D68B6">
              <w:t xml:space="preserve"> – Diseased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3C1163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4188238</wp:posOffset>
                      </wp:positionH>
                      <wp:positionV relativeFrom="paragraph">
                        <wp:posOffset>1539075</wp:posOffset>
                      </wp:positionV>
                      <wp:extent cx="84942" cy="278296"/>
                      <wp:effectExtent l="0" t="0" r="29845" b="26670"/>
                      <wp:wrapNone/>
                      <wp:docPr id="64" name="Freeform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942" cy="278296"/>
                              </a:xfrm>
                              <a:custGeom>
                                <a:avLst/>
                                <a:gdLst>
                                  <a:gd name="connsiteX0" fmla="*/ 82664 w 84942"/>
                                  <a:gd name="connsiteY0" fmla="*/ 0 h 278296"/>
                                  <a:gd name="connsiteX1" fmla="*/ 34957 w 84942"/>
                                  <a:gd name="connsiteY1" fmla="*/ 31806 h 278296"/>
                                  <a:gd name="connsiteX2" fmla="*/ 58811 w 84942"/>
                                  <a:gd name="connsiteY2" fmla="*/ 39757 h 278296"/>
                                  <a:gd name="connsiteX3" fmla="*/ 11103 w 84942"/>
                                  <a:gd name="connsiteY3" fmla="*/ 71562 h 278296"/>
                                  <a:gd name="connsiteX4" fmla="*/ 34957 w 84942"/>
                                  <a:gd name="connsiteY4" fmla="*/ 87465 h 278296"/>
                                  <a:gd name="connsiteX5" fmla="*/ 27005 w 84942"/>
                                  <a:gd name="connsiteY5" fmla="*/ 111319 h 278296"/>
                                  <a:gd name="connsiteX6" fmla="*/ 74713 w 84942"/>
                                  <a:gd name="connsiteY6" fmla="*/ 127221 h 278296"/>
                                  <a:gd name="connsiteX7" fmla="*/ 42908 w 84942"/>
                                  <a:gd name="connsiteY7" fmla="*/ 119270 h 278296"/>
                                  <a:gd name="connsiteX8" fmla="*/ 11103 w 84942"/>
                                  <a:gd name="connsiteY8" fmla="*/ 127221 h 278296"/>
                                  <a:gd name="connsiteX9" fmla="*/ 3151 w 84942"/>
                                  <a:gd name="connsiteY9" fmla="*/ 151075 h 278296"/>
                                  <a:gd name="connsiteX10" fmla="*/ 34957 w 84942"/>
                                  <a:gd name="connsiteY10" fmla="*/ 151075 h 278296"/>
                                  <a:gd name="connsiteX11" fmla="*/ 42908 w 84942"/>
                                  <a:gd name="connsiteY11" fmla="*/ 174929 h 278296"/>
                                  <a:gd name="connsiteX12" fmla="*/ 42908 w 84942"/>
                                  <a:gd name="connsiteY12" fmla="*/ 190832 h 278296"/>
                                  <a:gd name="connsiteX13" fmla="*/ 19054 w 84942"/>
                                  <a:gd name="connsiteY13" fmla="*/ 198783 h 278296"/>
                                  <a:gd name="connsiteX14" fmla="*/ 27005 w 84942"/>
                                  <a:gd name="connsiteY14" fmla="*/ 222637 h 278296"/>
                                  <a:gd name="connsiteX15" fmla="*/ 82664 w 84942"/>
                                  <a:gd name="connsiteY15" fmla="*/ 214686 h 278296"/>
                                  <a:gd name="connsiteX16" fmla="*/ 58811 w 84942"/>
                                  <a:gd name="connsiteY16" fmla="*/ 198783 h 278296"/>
                                  <a:gd name="connsiteX17" fmla="*/ 19054 w 84942"/>
                                  <a:gd name="connsiteY17" fmla="*/ 246491 h 278296"/>
                                  <a:gd name="connsiteX18" fmla="*/ 42908 w 84942"/>
                                  <a:gd name="connsiteY18" fmla="*/ 254442 h 278296"/>
                                  <a:gd name="connsiteX19" fmla="*/ 19054 w 84942"/>
                                  <a:gd name="connsiteY19" fmla="*/ 262393 h 278296"/>
                                  <a:gd name="connsiteX20" fmla="*/ 42908 w 84942"/>
                                  <a:gd name="connsiteY20" fmla="*/ 278296 h 2782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84942" h="278296">
                                    <a:moveTo>
                                      <a:pt x="82664" y="0"/>
                                    </a:moveTo>
                                    <a:cubicBezTo>
                                      <a:pt x="79489" y="635"/>
                                      <a:pt x="19398" y="688"/>
                                      <a:pt x="34957" y="31806"/>
                                    </a:cubicBezTo>
                                    <a:cubicBezTo>
                                      <a:pt x="38705" y="39303"/>
                                      <a:pt x="50860" y="37107"/>
                                      <a:pt x="58811" y="39757"/>
                                    </a:cubicBezTo>
                                    <a:cubicBezTo>
                                      <a:pt x="48832" y="42251"/>
                                      <a:pt x="5873" y="45413"/>
                                      <a:pt x="11103" y="71562"/>
                                    </a:cubicBezTo>
                                    <a:cubicBezTo>
                                      <a:pt x="12977" y="80933"/>
                                      <a:pt x="34957" y="87465"/>
                                      <a:pt x="34957" y="87465"/>
                                    </a:cubicBezTo>
                                    <a:cubicBezTo>
                                      <a:pt x="32306" y="95416"/>
                                      <a:pt x="21078" y="105392"/>
                                      <a:pt x="27005" y="111319"/>
                                    </a:cubicBezTo>
                                    <a:cubicBezTo>
                                      <a:pt x="38858" y="123172"/>
                                      <a:pt x="90975" y="131286"/>
                                      <a:pt x="74713" y="127221"/>
                                    </a:cubicBezTo>
                                    <a:lnTo>
                                      <a:pt x="42908" y="119270"/>
                                    </a:lnTo>
                                    <a:cubicBezTo>
                                      <a:pt x="32306" y="121920"/>
                                      <a:pt x="19636" y="120394"/>
                                      <a:pt x="11103" y="127221"/>
                                    </a:cubicBezTo>
                                    <a:cubicBezTo>
                                      <a:pt x="4558" y="132457"/>
                                      <a:pt x="-5031" y="149257"/>
                                      <a:pt x="3151" y="151075"/>
                                    </a:cubicBezTo>
                                    <a:cubicBezTo>
                                      <a:pt x="19532" y="154715"/>
                                      <a:pt x="156858" y="130759"/>
                                      <a:pt x="34957" y="151075"/>
                                    </a:cubicBezTo>
                                    <a:cubicBezTo>
                                      <a:pt x="37607" y="159026"/>
                                      <a:pt x="46656" y="167432"/>
                                      <a:pt x="42908" y="174929"/>
                                    </a:cubicBezTo>
                                    <a:cubicBezTo>
                                      <a:pt x="33820" y="193104"/>
                                      <a:pt x="-11615" y="172656"/>
                                      <a:pt x="42908" y="190832"/>
                                    </a:cubicBezTo>
                                    <a:cubicBezTo>
                                      <a:pt x="34957" y="193482"/>
                                      <a:pt x="22802" y="191286"/>
                                      <a:pt x="19054" y="198783"/>
                                    </a:cubicBezTo>
                                    <a:cubicBezTo>
                                      <a:pt x="15306" y="206280"/>
                                      <a:pt x="18874" y="220604"/>
                                      <a:pt x="27005" y="222637"/>
                                    </a:cubicBezTo>
                                    <a:cubicBezTo>
                                      <a:pt x="45187" y="227183"/>
                                      <a:pt x="64111" y="217336"/>
                                      <a:pt x="82664" y="214686"/>
                                    </a:cubicBezTo>
                                    <a:cubicBezTo>
                                      <a:pt x="74713" y="209385"/>
                                      <a:pt x="68271" y="197432"/>
                                      <a:pt x="58811" y="198783"/>
                                    </a:cubicBezTo>
                                    <a:cubicBezTo>
                                      <a:pt x="28483" y="203115"/>
                                      <a:pt x="26020" y="225591"/>
                                      <a:pt x="19054" y="246491"/>
                                    </a:cubicBezTo>
                                    <a:cubicBezTo>
                                      <a:pt x="27005" y="249141"/>
                                      <a:pt x="42908" y="246061"/>
                                      <a:pt x="42908" y="254442"/>
                                    </a:cubicBezTo>
                                    <a:cubicBezTo>
                                      <a:pt x="42908" y="262823"/>
                                      <a:pt x="19054" y="254012"/>
                                      <a:pt x="19054" y="262393"/>
                                    </a:cubicBezTo>
                                    <a:cubicBezTo>
                                      <a:pt x="19054" y="271949"/>
                                      <a:pt x="42908" y="278296"/>
                                      <a:pt x="42908" y="278296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4" o:spid="_x0000_s1026" style="position:absolute;margin-left:329.8pt;margin-top:121.2pt;width:6.7pt;height:21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942,27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" path="m82664,c79489,635,19398,688,34957,31806v3748,7497,15903,5301,23854,7951c48832,42251,5873,45413,11103,71562v1874,9371,23854,15903,23854,15903c32306,95416,21078,105392,27005,111319v11853,11853,63970,19967,47708,15902l42908,119270v-10602,2650,-23272,1124,-31805,7951c4558,132457,-5031,149257,3151,151075v16381,3640,153707,-20316,31806,c37607,159026,46656,167432,42908,174929v-9088,18175,-54523,-2273,,15903c34957,193482,22802,191286,19054,198783v-3748,7497,-180,21821,7951,23854c45187,227183,64111,217336,82664,214686,74713,209385,68271,197432,58811,198783v-30328,4332,-32791,26808,-39757,47708c27005,249141,42908,246061,42908,254442v,8381,-23854,-430,-23854,7951c19054,271949,42908,278296,42908,278296e" filled="f" strokecolor="red" strokeweight="1.5pt">
                      <v:stroke joinstyle="miter"/>
                      <v:path arrowok="t" o:connecttype="custom" o:connectlocs="82664,0;34957,31806;58811,39757;11103,71562;34957,87465;27005,111319;74713,127221;42908,119270;11103,127221;3151,151075;34957,151075;42908,174929;42908,190832;19054,198783;27005,222637;82664,214686;58811,198783;19054,246491;42908,254442;19054,262393;42908,278296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2B9B3B" wp14:editId="49EF06DE">
                      <wp:simplePos x="0" y="0"/>
                      <wp:positionH relativeFrom="column">
                        <wp:posOffset>4174738</wp:posOffset>
                      </wp:positionH>
                      <wp:positionV relativeFrom="paragraph">
                        <wp:posOffset>1820494</wp:posOffset>
                      </wp:positionV>
                      <wp:extent cx="92673" cy="1346185"/>
                      <wp:effectExtent l="0" t="0" r="22225" b="26035"/>
                      <wp:wrapNone/>
                      <wp:docPr id="28" name="Freeform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73" cy="1346185"/>
                              </a:xfrm>
                              <a:custGeom>
                                <a:avLst/>
                                <a:gdLst>
                                  <a:gd name="connsiteX0" fmla="*/ 75375 w 75375"/>
                                  <a:gd name="connsiteY0" fmla="*/ 69472 h 1724702"/>
                                  <a:gd name="connsiteX1" fmla="*/ 55278 w 75375"/>
                                  <a:gd name="connsiteY1" fmla="*/ 295560 h 1724702"/>
                                  <a:gd name="connsiteX2" fmla="*/ 12 w 75375"/>
                                  <a:gd name="connsiteY2" fmla="*/ 1526483 h 1724702"/>
                                  <a:gd name="connsiteX3" fmla="*/ 50254 w 75375"/>
                                  <a:gd name="connsiteY3" fmla="*/ 1712378 h 1724702"/>
                                  <a:gd name="connsiteX4" fmla="*/ 60302 w 75375"/>
                                  <a:gd name="connsiteY4" fmla="*/ 1697305 h 1724702"/>
                                  <a:gd name="connsiteX5" fmla="*/ 35181 w 75375"/>
                                  <a:gd name="connsiteY5" fmla="*/ 1616918 h 1724702"/>
                                  <a:gd name="connsiteX6" fmla="*/ 55278 w 75375"/>
                                  <a:gd name="connsiteY6" fmla="*/ 1280298 h 1724702"/>
                                  <a:gd name="connsiteX7" fmla="*/ 75375 w 75375"/>
                                  <a:gd name="connsiteY7" fmla="*/ 69472 h 1724702"/>
                                  <a:gd name="connsiteX0" fmla="*/ 146637 w 146637"/>
                                  <a:gd name="connsiteY0" fmla="*/ 66205 h 1740665"/>
                                  <a:gd name="connsiteX1" fmla="*/ 55278 w 146637"/>
                                  <a:gd name="connsiteY1" fmla="*/ 311523 h 1740665"/>
                                  <a:gd name="connsiteX2" fmla="*/ 12 w 146637"/>
                                  <a:gd name="connsiteY2" fmla="*/ 1542446 h 1740665"/>
                                  <a:gd name="connsiteX3" fmla="*/ 50254 w 146637"/>
                                  <a:gd name="connsiteY3" fmla="*/ 1728341 h 1740665"/>
                                  <a:gd name="connsiteX4" fmla="*/ 60302 w 146637"/>
                                  <a:gd name="connsiteY4" fmla="*/ 1713268 h 1740665"/>
                                  <a:gd name="connsiteX5" fmla="*/ 35181 w 146637"/>
                                  <a:gd name="connsiteY5" fmla="*/ 1632881 h 1740665"/>
                                  <a:gd name="connsiteX6" fmla="*/ 55278 w 146637"/>
                                  <a:gd name="connsiteY6" fmla="*/ 1296261 h 1740665"/>
                                  <a:gd name="connsiteX7" fmla="*/ 146637 w 146637"/>
                                  <a:gd name="connsiteY7" fmla="*/ 66205 h 1740665"/>
                                  <a:gd name="connsiteX0" fmla="*/ 146637 w 146862"/>
                                  <a:gd name="connsiteY0" fmla="*/ 66205 h 1740665"/>
                                  <a:gd name="connsiteX1" fmla="*/ 55278 w 146862"/>
                                  <a:gd name="connsiteY1" fmla="*/ 311523 h 1740665"/>
                                  <a:gd name="connsiteX2" fmla="*/ 12 w 146862"/>
                                  <a:gd name="connsiteY2" fmla="*/ 1542446 h 1740665"/>
                                  <a:gd name="connsiteX3" fmla="*/ 50254 w 146862"/>
                                  <a:gd name="connsiteY3" fmla="*/ 1728341 h 1740665"/>
                                  <a:gd name="connsiteX4" fmla="*/ 60302 w 146862"/>
                                  <a:gd name="connsiteY4" fmla="*/ 1713268 h 1740665"/>
                                  <a:gd name="connsiteX5" fmla="*/ 35181 w 146862"/>
                                  <a:gd name="connsiteY5" fmla="*/ 1632881 h 1740665"/>
                                  <a:gd name="connsiteX6" fmla="*/ 55278 w 146862"/>
                                  <a:gd name="connsiteY6" fmla="*/ 1296261 h 1740665"/>
                                  <a:gd name="connsiteX7" fmla="*/ 80387 w 146862"/>
                                  <a:gd name="connsiteY7" fmla="*/ 919424 h 1740665"/>
                                  <a:gd name="connsiteX8" fmla="*/ 146637 w 146862"/>
                                  <a:gd name="connsiteY8" fmla="*/ 66205 h 1740665"/>
                                  <a:gd name="connsiteX0" fmla="*/ 146637 w 146717"/>
                                  <a:gd name="connsiteY0" fmla="*/ 32303 h 1706763"/>
                                  <a:gd name="connsiteX1" fmla="*/ 55278 w 146717"/>
                                  <a:gd name="connsiteY1" fmla="*/ 277621 h 1706763"/>
                                  <a:gd name="connsiteX2" fmla="*/ 12 w 146717"/>
                                  <a:gd name="connsiteY2" fmla="*/ 1508544 h 1706763"/>
                                  <a:gd name="connsiteX3" fmla="*/ 50254 w 146717"/>
                                  <a:gd name="connsiteY3" fmla="*/ 1694439 h 1706763"/>
                                  <a:gd name="connsiteX4" fmla="*/ 60302 w 146717"/>
                                  <a:gd name="connsiteY4" fmla="*/ 1679366 h 1706763"/>
                                  <a:gd name="connsiteX5" fmla="*/ 35181 w 146717"/>
                                  <a:gd name="connsiteY5" fmla="*/ 1598979 h 1706763"/>
                                  <a:gd name="connsiteX6" fmla="*/ 55278 w 146717"/>
                                  <a:gd name="connsiteY6" fmla="*/ 1262359 h 1706763"/>
                                  <a:gd name="connsiteX7" fmla="*/ 71150 w 146717"/>
                                  <a:gd name="connsiteY7" fmla="*/ 790056 h 1706763"/>
                                  <a:gd name="connsiteX8" fmla="*/ 146637 w 146717"/>
                                  <a:gd name="connsiteY8" fmla="*/ 32303 h 1706763"/>
                                  <a:gd name="connsiteX0" fmla="*/ 146637 w 146760"/>
                                  <a:gd name="connsiteY0" fmla="*/ 33802 h 1708262"/>
                                  <a:gd name="connsiteX1" fmla="*/ 88084 w 146760"/>
                                  <a:gd name="connsiteY1" fmla="*/ 146743 h 1708262"/>
                                  <a:gd name="connsiteX2" fmla="*/ 55278 w 146760"/>
                                  <a:gd name="connsiteY2" fmla="*/ 279120 h 1708262"/>
                                  <a:gd name="connsiteX3" fmla="*/ 12 w 146760"/>
                                  <a:gd name="connsiteY3" fmla="*/ 1510043 h 1708262"/>
                                  <a:gd name="connsiteX4" fmla="*/ 50254 w 146760"/>
                                  <a:gd name="connsiteY4" fmla="*/ 1695938 h 1708262"/>
                                  <a:gd name="connsiteX5" fmla="*/ 60302 w 146760"/>
                                  <a:gd name="connsiteY5" fmla="*/ 1680865 h 1708262"/>
                                  <a:gd name="connsiteX6" fmla="*/ 35181 w 146760"/>
                                  <a:gd name="connsiteY6" fmla="*/ 1600478 h 1708262"/>
                                  <a:gd name="connsiteX7" fmla="*/ 55278 w 146760"/>
                                  <a:gd name="connsiteY7" fmla="*/ 1263858 h 1708262"/>
                                  <a:gd name="connsiteX8" fmla="*/ 71150 w 146760"/>
                                  <a:gd name="connsiteY8" fmla="*/ 791555 h 1708262"/>
                                  <a:gd name="connsiteX9" fmla="*/ 146637 w 146760"/>
                                  <a:gd name="connsiteY9" fmla="*/ 33802 h 1708262"/>
                                  <a:gd name="connsiteX0" fmla="*/ 146637 w 146659"/>
                                  <a:gd name="connsiteY0" fmla="*/ 81995 h 1756455"/>
                                  <a:gd name="connsiteX1" fmla="*/ 62935 w 146659"/>
                                  <a:gd name="connsiteY1" fmla="*/ 48193 h 1756455"/>
                                  <a:gd name="connsiteX2" fmla="*/ 55278 w 146659"/>
                                  <a:gd name="connsiteY2" fmla="*/ 327313 h 1756455"/>
                                  <a:gd name="connsiteX3" fmla="*/ 12 w 146659"/>
                                  <a:gd name="connsiteY3" fmla="*/ 1558236 h 1756455"/>
                                  <a:gd name="connsiteX4" fmla="*/ 50254 w 146659"/>
                                  <a:gd name="connsiteY4" fmla="*/ 1744131 h 1756455"/>
                                  <a:gd name="connsiteX5" fmla="*/ 60302 w 146659"/>
                                  <a:gd name="connsiteY5" fmla="*/ 1729058 h 1756455"/>
                                  <a:gd name="connsiteX6" fmla="*/ 35181 w 146659"/>
                                  <a:gd name="connsiteY6" fmla="*/ 1648671 h 1756455"/>
                                  <a:gd name="connsiteX7" fmla="*/ 55278 w 146659"/>
                                  <a:gd name="connsiteY7" fmla="*/ 1312051 h 1756455"/>
                                  <a:gd name="connsiteX8" fmla="*/ 71150 w 146659"/>
                                  <a:gd name="connsiteY8" fmla="*/ 839748 h 1756455"/>
                                  <a:gd name="connsiteX9" fmla="*/ 146637 w 146659"/>
                                  <a:gd name="connsiteY9" fmla="*/ 81995 h 1756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46659" h="1756455">
                                    <a:moveTo>
                                      <a:pt x="146637" y="81995"/>
                                    </a:moveTo>
                                    <a:cubicBezTo>
                                      <a:pt x="145268" y="-49931"/>
                                      <a:pt x="78162" y="7307"/>
                                      <a:pt x="62935" y="48193"/>
                                    </a:cubicBezTo>
                                    <a:cubicBezTo>
                                      <a:pt x="47709" y="89079"/>
                                      <a:pt x="65765" y="75639"/>
                                      <a:pt x="55278" y="327313"/>
                                    </a:cubicBezTo>
                                    <a:cubicBezTo>
                                      <a:pt x="44791" y="578987"/>
                                      <a:pt x="849" y="1322100"/>
                                      <a:pt x="12" y="1558236"/>
                                    </a:cubicBezTo>
                                    <a:cubicBezTo>
                                      <a:pt x="-825" y="1794372"/>
                                      <a:pt x="40206" y="1715661"/>
                                      <a:pt x="50254" y="1744131"/>
                                    </a:cubicBezTo>
                                    <a:cubicBezTo>
                                      <a:pt x="60302" y="1772601"/>
                                      <a:pt x="62814" y="1744968"/>
                                      <a:pt x="60302" y="1729058"/>
                                    </a:cubicBezTo>
                                    <a:cubicBezTo>
                                      <a:pt x="57790" y="1713148"/>
                                      <a:pt x="36018" y="1718172"/>
                                      <a:pt x="35181" y="1648671"/>
                                    </a:cubicBezTo>
                                    <a:cubicBezTo>
                                      <a:pt x="34344" y="1579170"/>
                                      <a:pt x="49283" y="1446872"/>
                                      <a:pt x="55278" y="1312051"/>
                                    </a:cubicBezTo>
                                    <a:cubicBezTo>
                                      <a:pt x="61273" y="1177231"/>
                                      <a:pt x="55924" y="1044757"/>
                                      <a:pt x="71150" y="839748"/>
                                    </a:cubicBezTo>
                                    <a:cubicBezTo>
                                      <a:pt x="86376" y="634739"/>
                                      <a:pt x="148006" y="213921"/>
                                      <a:pt x="146637" y="819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328.7pt;margin-top:143.35pt;width:7.3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6659,1756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" path="m146637,81995c145268,-49931,78162,7307,62935,48193,47709,89079,65765,75639,55278,327313,44791,578987,849,1322100,12,1558236v-837,236136,40194,157425,50242,185895c60302,1772601,62814,1744968,60302,1729058v-2512,-15910,-24284,-10886,-25121,-80387c34344,1579170,49283,1446872,55278,1312051v5995,-134820,646,-267294,15872,-472303c86376,634739,148006,213921,146637,81995xe" fillcolor="red" strokecolor="red" strokeweight="1pt">
                      <v:stroke joinstyle="miter"/>
                      <v:path arrowok="t" o:connecttype="custom" o:connectlocs="92659,62843;39768,36936;34930,250860;8,1194266;31755,1336740;38104,1325187;22231,1263577;34930,1005584;44959,643601;92659,62843" o:connectangles="0,0,0,0,0,0,0,0,0,0"/>
                    </v:shape>
                  </w:pict>
                </mc:Fallback>
              </mc:AlternateContent>
            </w:r>
            <w:r w:rsidR="005D0A6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4D4B63" wp14:editId="7B51F997">
                      <wp:simplePos x="0" y="0"/>
                      <wp:positionH relativeFrom="column">
                        <wp:posOffset>4215860</wp:posOffset>
                      </wp:positionH>
                      <wp:positionV relativeFrom="paragraph">
                        <wp:posOffset>3713110</wp:posOffset>
                      </wp:positionV>
                      <wp:extent cx="107950" cy="712470"/>
                      <wp:effectExtent l="0" t="0" r="25400" b="11430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712470"/>
                              </a:xfrm>
                              <a:custGeom>
                                <a:avLst/>
                                <a:gdLst>
                                  <a:gd name="connsiteX0" fmla="*/ 9867 w 108544"/>
                                  <a:gd name="connsiteY0" fmla="*/ 0 h 296028"/>
                                  <a:gd name="connsiteX1" fmla="*/ 78941 w 108544"/>
                                  <a:gd name="connsiteY1" fmla="*/ 42759 h 296028"/>
                                  <a:gd name="connsiteX2" fmla="*/ 92098 w 108544"/>
                                  <a:gd name="connsiteY2" fmla="*/ 49338 h 296028"/>
                                  <a:gd name="connsiteX3" fmla="*/ 108544 w 108544"/>
                                  <a:gd name="connsiteY3" fmla="*/ 65784 h 296028"/>
                                  <a:gd name="connsiteX4" fmla="*/ 98676 w 108544"/>
                                  <a:gd name="connsiteY4" fmla="*/ 105254 h 296028"/>
                                  <a:gd name="connsiteX5" fmla="*/ 92098 w 108544"/>
                                  <a:gd name="connsiteY5" fmla="*/ 111833 h 296028"/>
                                  <a:gd name="connsiteX6" fmla="*/ 95387 w 108544"/>
                                  <a:gd name="connsiteY6" fmla="*/ 134857 h 296028"/>
                                  <a:gd name="connsiteX7" fmla="*/ 101965 w 108544"/>
                                  <a:gd name="connsiteY7" fmla="*/ 141436 h 296028"/>
                                  <a:gd name="connsiteX8" fmla="*/ 108544 w 108544"/>
                                  <a:gd name="connsiteY8" fmla="*/ 161171 h 296028"/>
                                  <a:gd name="connsiteX9" fmla="*/ 105254 w 108544"/>
                                  <a:gd name="connsiteY9" fmla="*/ 180906 h 296028"/>
                                  <a:gd name="connsiteX10" fmla="*/ 95387 w 108544"/>
                                  <a:gd name="connsiteY10" fmla="*/ 187484 h 296028"/>
                                  <a:gd name="connsiteX11" fmla="*/ 88808 w 108544"/>
                                  <a:gd name="connsiteY11" fmla="*/ 194063 h 296028"/>
                                  <a:gd name="connsiteX12" fmla="*/ 92098 w 108544"/>
                                  <a:gd name="connsiteY12" fmla="*/ 236823 h 296028"/>
                                  <a:gd name="connsiteX13" fmla="*/ 82230 w 108544"/>
                                  <a:gd name="connsiteY13" fmla="*/ 240112 h 296028"/>
                                  <a:gd name="connsiteX14" fmla="*/ 55916 w 108544"/>
                                  <a:gd name="connsiteY14" fmla="*/ 249979 h 296028"/>
                                  <a:gd name="connsiteX15" fmla="*/ 36181 w 108544"/>
                                  <a:gd name="connsiteY15" fmla="*/ 256558 h 296028"/>
                                  <a:gd name="connsiteX16" fmla="*/ 29603 w 108544"/>
                                  <a:gd name="connsiteY16" fmla="*/ 276293 h 296028"/>
                                  <a:gd name="connsiteX17" fmla="*/ 19735 w 108544"/>
                                  <a:gd name="connsiteY17" fmla="*/ 296028 h 296028"/>
                                  <a:gd name="connsiteX18" fmla="*/ 0 w 108544"/>
                                  <a:gd name="connsiteY18" fmla="*/ 289450 h 296028"/>
                                  <a:gd name="connsiteX0" fmla="*/ 9867 w 108544"/>
                                  <a:gd name="connsiteY0" fmla="*/ 0 h 712700"/>
                                  <a:gd name="connsiteX1" fmla="*/ 78941 w 108544"/>
                                  <a:gd name="connsiteY1" fmla="*/ 42759 h 712700"/>
                                  <a:gd name="connsiteX2" fmla="*/ 92098 w 108544"/>
                                  <a:gd name="connsiteY2" fmla="*/ 49338 h 712700"/>
                                  <a:gd name="connsiteX3" fmla="*/ 108544 w 108544"/>
                                  <a:gd name="connsiteY3" fmla="*/ 65784 h 712700"/>
                                  <a:gd name="connsiteX4" fmla="*/ 98676 w 108544"/>
                                  <a:gd name="connsiteY4" fmla="*/ 105254 h 712700"/>
                                  <a:gd name="connsiteX5" fmla="*/ 92098 w 108544"/>
                                  <a:gd name="connsiteY5" fmla="*/ 111833 h 712700"/>
                                  <a:gd name="connsiteX6" fmla="*/ 95387 w 108544"/>
                                  <a:gd name="connsiteY6" fmla="*/ 134857 h 712700"/>
                                  <a:gd name="connsiteX7" fmla="*/ 101965 w 108544"/>
                                  <a:gd name="connsiteY7" fmla="*/ 141436 h 712700"/>
                                  <a:gd name="connsiteX8" fmla="*/ 108544 w 108544"/>
                                  <a:gd name="connsiteY8" fmla="*/ 161171 h 712700"/>
                                  <a:gd name="connsiteX9" fmla="*/ 105254 w 108544"/>
                                  <a:gd name="connsiteY9" fmla="*/ 180906 h 712700"/>
                                  <a:gd name="connsiteX10" fmla="*/ 95387 w 108544"/>
                                  <a:gd name="connsiteY10" fmla="*/ 187484 h 712700"/>
                                  <a:gd name="connsiteX11" fmla="*/ 88808 w 108544"/>
                                  <a:gd name="connsiteY11" fmla="*/ 194063 h 712700"/>
                                  <a:gd name="connsiteX12" fmla="*/ 92098 w 108544"/>
                                  <a:gd name="connsiteY12" fmla="*/ 236823 h 712700"/>
                                  <a:gd name="connsiteX13" fmla="*/ 82230 w 108544"/>
                                  <a:gd name="connsiteY13" fmla="*/ 240112 h 712700"/>
                                  <a:gd name="connsiteX14" fmla="*/ 55916 w 108544"/>
                                  <a:gd name="connsiteY14" fmla="*/ 249979 h 712700"/>
                                  <a:gd name="connsiteX15" fmla="*/ 36181 w 108544"/>
                                  <a:gd name="connsiteY15" fmla="*/ 256558 h 712700"/>
                                  <a:gd name="connsiteX16" fmla="*/ 29603 w 108544"/>
                                  <a:gd name="connsiteY16" fmla="*/ 276293 h 712700"/>
                                  <a:gd name="connsiteX17" fmla="*/ 19735 w 108544"/>
                                  <a:gd name="connsiteY17" fmla="*/ 296028 h 712700"/>
                                  <a:gd name="connsiteX18" fmla="*/ 0 w 108544"/>
                                  <a:gd name="connsiteY18" fmla="*/ 712700 h 712700"/>
                                  <a:gd name="connsiteX0" fmla="*/ 9867 w 108544"/>
                                  <a:gd name="connsiteY0" fmla="*/ 0 h 712700"/>
                                  <a:gd name="connsiteX1" fmla="*/ 78941 w 108544"/>
                                  <a:gd name="connsiteY1" fmla="*/ 42759 h 712700"/>
                                  <a:gd name="connsiteX2" fmla="*/ 92098 w 108544"/>
                                  <a:gd name="connsiteY2" fmla="*/ 49338 h 712700"/>
                                  <a:gd name="connsiteX3" fmla="*/ 108544 w 108544"/>
                                  <a:gd name="connsiteY3" fmla="*/ 65784 h 712700"/>
                                  <a:gd name="connsiteX4" fmla="*/ 98676 w 108544"/>
                                  <a:gd name="connsiteY4" fmla="*/ 105254 h 712700"/>
                                  <a:gd name="connsiteX5" fmla="*/ 92098 w 108544"/>
                                  <a:gd name="connsiteY5" fmla="*/ 111833 h 712700"/>
                                  <a:gd name="connsiteX6" fmla="*/ 95387 w 108544"/>
                                  <a:gd name="connsiteY6" fmla="*/ 134857 h 712700"/>
                                  <a:gd name="connsiteX7" fmla="*/ 101965 w 108544"/>
                                  <a:gd name="connsiteY7" fmla="*/ 141436 h 712700"/>
                                  <a:gd name="connsiteX8" fmla="*/ 108544 w 108544"/>
                                  <a:gd name="connsiteY8" fmla="*/ 161171 h 712700"/>
                                  <a:gd name="connsiteX9" fmla="*/ 105254 w 108544"/>
                                  <a:gd name="connsiteY9" fmla="*/ 180906 h 712700"/>
                                  <a:gd name="connsiteX10" fmla="*/ 95387 w 108544"/>
                                  <a:gd name="connsiteY10" fmla="*/ 187484 h 712700"/>
                                  <a:gd name="connsiteX11" fmla="*/ 88808 w 108544"/>
                                  <a:gd name="connsiteY11" fmla="*/ 194063 h 712700"/>
                                  <a:gd name="connsiteX12" fmla="*/ 92098 w 108544"/>
                                  <a:gd name="connsiteY12" fmla="*/ 236823 h 712700"/>
                                  <a:gd name="connsiteX13" fmla="*/ 82230 w 108544"/>
                                  <a:gd name="connsiteY13" fmla="*/ 240112 h 712700"/>
                                  <a:gd name="connsiteX14" fmla="*/ 55916 w 108544"/>
                                  <a:gd name="connsiteY14" fmla="*/ 249979 h 712700"/>
                                  <a:gd name="connsiteX15" fmla="*/ 36181 w 108544"/>
                                  <a:gd name="connsiteY15" fmla="*/ 256558 h 712700"/>
                                  <a:gd name="connsiteX16" fmla="*/ 29603 w 108544"/>
                                  <a:gd name="connsiteY16" fmla="*/ 276293 h 712700"/>
                                  <a:gd name="connsiteX17" fmla="*/ 57102 w 108544"/>
                                  <a:gd name="connsiteY17" fmla="*/ 398419 h 712700"/>
                                  <a:gd name="connsiteX18" fmla="*/ 0 w 108544"/>
                                  <a:gd name="connsiteY18" fmla="*/ 712700 h 712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08544" h="712700">
                                    <a:moveTo>
                                      <a:pt x="9867" y="0"/>
                                    </a:moveTo>
                                    <a:cubicBezTo>
                                      <a:pt x="48470" y="15440"/>
                                      <a:pt x="12827" y="-215"/>
                                      <a:pt x="78941" y="42759"/>
                                    </a:cubicBezTo>
                                    <a:cubicBezTo>
                                      <a:pt x="83052" y="45431"/>
                                      <a:pt x="88228" y="46328"/>
                                      <a:pt x="92098" y="49338"/>
                                    </a:cubicBezTo>
                                    <a:cubicBezTo>
                                      <a:pt x="98218" y="54098"/>
                                      <a:pt x="108544" y="65784"/>
                                      <a:pt x="108544" y="65784"/>
                                    </a:cubicBezTo>
                                    <a:cubicBezTo>
                                      <a:pt x="104114" y="92359"/>
                                      <a:pt x="107363" y="79192"/>
                                      <a:pt x="98676" y="105254"/>
                                    </a:cubicBezTo>
                                    <a:cubicBezTo>
                                      <a:pt x="97695" y="108196"/>
                                      <a:pt x="94291" y="109640"/>
                                      <a:pt x="92098" y="111833"/>
                                    </a:cubicBezTo>
                                    <a:cubicBezTo>
                                      <a:pt x="93194" y="119508"/>
                                      <a:pt x="92936" y="127502"/>
                                      <a:pt x="95387" y="134857"/>
                                    </a:cubicBezTo>
                                    <a:cubicBezTo>
                                      <a:pt x="96368" y="137799"/>
                                      <a:pt x="100578" y="138662"/>
                                      <a:pt x="101965" y="141436"/>
                                    </a:cubicBezTo>
                                    <a:cubicBezTo>
                                      <a:pt x="105066" y="147638"/>
                                      <a:pt x="108544" y="161171"/>
                                      <a:pt x="108544" y="161171"/>
                                    </a:cubicBezTo>
                                    <a:cubicBezTo>
                                      <a:pt x="107447" y="167749"/>
                                      <a:pt x="108237" y="174941"/>
                                      <a:pt x="105254" y="180906"/>
                                    </a:cubicBezTo>
                                    <a:cubicBezTo>
                                      <a:pt x="103486" y="184442"/>
                                      <a:pt x="98474" y="185015"/>
                                      <a:pt x="95387" y="187484"/>
                                    </a:cubicBezTo>
                                    <a:cubicBezTo>
                                      <a:pt x="92965" y="189421"/>
                                      <a:pt x="91001" y="191870"/>
                                      <a:pt x="88808" y="194063"/>
                                    </a:cubicBezTo>
                                    <a:cubicBezTo>
                                      <a:pt x="89905" y="208316"/>
                                      <a:pt x="94120" y="222671"/>
                                      <a:pt x="92098" y="236823"/>
                                    </a:cubicBezTo>
                                    <a:cubicBezTo>
                                      <a:pt x="91608" y="240255"/>
                                      <a:pt x="85203" y="238328"/>
                                      <a:pt x="82230" y="240112"/>
                                    </a:cubicBezTo>
                                    <a:cubicBezTo>
                                      <a:pt x="60509" y="253143"/>
                                      <a:pt x="101131" y="242444"/>
                                      <a:pt x="55916" y="249979"/>
                                    </a:cubicBezTo>
                                    <a:lnTo>
                                      <a:pt x="36181" y="256558"/>
                                    </a:lnTo>
                                    <a:cubicBezTo>
                                      <a:pt x="29603" y="258751"/>
                                      <a:pt x="26116" y="252650"/>
                                      <a:pt x="29603" y="276293"/>
                                    </a:cubicBezTo>
                                    <a:cubicBezTo>
                                      <a:pt x="33090" y="299937"/>
                                      <a:pt x="65602" y="385670"/>
                                      <a:pt x="57102" y="398419"/>
                                    </a:cubicBezTo>
                                    <a:lnTo>
                                      <a:pt x="0" y="71270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331.95pt;margin-top:292.35pt;width:8.5pt;height:56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8544,7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" path="m9867,v38603,15440,2960,-215,69074,42759c83052,45431,88228,46328,92098,49338v6120,4760,16446,16446,16446,16446c104114,92359,107363,79192,98676,105254v-981,2942,-4385,4386,-6578,6579c93194,119508,92936,127502,95387,134857v981,2942,5191,3805,6578,6579c105066,147638,108544,161171,108544,161171v-1097,6578,-307,13770,-3290,19735c103486,184442,98474,185015,95387,187484v-2422,1937,-4386,4386,-6579,6579c89905,208316,94120,222671,92098,236823v-490,3432,-6895,1505,-9868,3289c60509,253143,101131,242444,55916,249979r-19735,6579c29603,258751,26116,252650,29603,276293v3487,23644,35999,109377,27499,122126l,712700e" filled="f" strokecolor="red" strokeweight="1.5pt">
                      <v:stroke joinstyle="miter"/>
                      <v:path arrowok="t" o:connecttype="custom" o:connectlocs="9813,0;78509,42745;91594,49322;107950,65763;98136,105220;91594,111797;94865,134813;101407,141390;107950,161119;104678,180848;94865,187423;88322,194000;91594,236747;81780,240035;55610,249898;35983,256475;29441,276204;56790,398290;0,712470" o:connectangles="0,0,0,0,0,0,0,0,0,0,0,0,0,0,0,0,0,0,0"/>
                    </v:shape>
                  </w:pict>
                </mc:Fallback>
              </mc:AlternateContent>
            </w:r>
            <w:r w:rsidR="005D0A6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E113E3" wp14:editId="5FC4B2DF">
                      <wp:simplePos x="0" y="0"/>
                      <wp:positionH relativeFrom="column">
                        <wp:posOffset>4176340</wp:posOffset>
                      </wp:positionH>
                      <wp:positionV relativeFrom="paragraph">
                        <wp:posOffset>3141904</wp:posOffset>
                      </wp:positionV>
                      <wp:extent cx="59153" cy="866853"/>
                      <wp:effectExtent l="0" t="0" r="17145" b="28575"/>
                      <wp:wrapNone/>
                      <wp:docPr id="26" name="Freefor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53" cy="866853"/>
                              </a:xfrm>
                              <a:custGeom>
                                <a:avLst/>
                                <a:gdLst>
                                  <a:gd name="connsiteX0" fmla="*/ 26091 w 66300"/>
                                  <a:gd name="connsiteY0" fmla="*/ 1750 h 448843"/>
                                  <a:gd name="connsiteX1" fmla="*/ 16043 w 66300"/>
                                  <a:gd name="connsiteY1" fmla="*/ 227838 h 448843"/>
                                  <a:gd name="connsiteX2" fmla="*/ 970 w 66300"/>
                                  <a:gd name="connsiteY2" fmla="*/ 428805 h 448843"/>
                                  <a:gd name="connsiteX3" fmla="*/ 46188 w 66300"/>
                                  <a:gd name="connsiteY3" fmla="*/ 408708 h 448843"/>
                                  <a:gd name="connsiteX4" fmla="*/ 66285 w 66300"/>
                                  <a:gd name="connsiteY4" fmla="*/ 137403 h 448843"/>
                                  <a:gd name="connsiteX5" fmla="*/ 26091 w 66300"/>
                                  <a:gd name="connsiteY5" fmla="*/ 1750 h 448843"/>
                                  <a:gd name="connsiteX0" fmla="*/ 26091 w 70098"/>
                                  <a:gd name="connsiteY0" fmla="*/ 1750 h 443580"/>
                                  <a:gd name="connsiteX1" fmla="*/ 16043 w 70098"/>
                                  <a:gd name="connsiteY1" fmla="*/ 227838 h 443580"/>
                                  <a:gd name="connsiteX2" fmla="*/ 970 w 70098"/>
                                  <a:gd name="connsiteY2" fmla="*/ 428805 h 443580"/>
                                  <a:gd name="connsiteX3" fmla="*/ 46188 w 70098"/>
                                  <a:gd name="connsiteY3" fmla="*/ 408708 h 443580"/>
                                  <a:gd name="connsiteX4" fmla="*/ 66165 w 70098"/>
                                  <a:gd name="connsiteY4" fmla="*/ 251392 h 443580"/>
                                  <a:gd name="connsiteX5" fmla="*/ 66285 w 70098"/>
                                  <a:gd name="connsiteY5" fmla="*/ 137403 h 443580"/>
                                  <a:gd name="connsiteX6" fmla="*/ 26091 w 70098"/>
                                  <a:gd name="connsiteY6" fmla="*/ 1750 h 443580"/>
                                  <a:gd name="connsiteX0" fmla="*/ 26091 w 67117"/>
                                  <a:gd name="connsiteY0" fmla="*/ 1432 h 443262"/>
                                  <a:gd name="connsiteX1" fmla="*/ 16043 w 67117"/>
                                  <a:gd name="connsiteY1" fmla="*/ 227520 h 443262"/>
                                  <a:gd name="connsiteX2" fmla="*/ 970 w 67117"/>
                                  <a:gd name="connsiteY2" fmla="*/ 428487 h 443262"/>
                                  <a:gd name="connsiteX3" fmla="*/ 46188 w 67117"/>
                                  <a:gd name="connsiteY3" fmla="*/ 408390 h 443262"/>
                                  <a:gd name="connsiteX4" fmla="*/ 52750 w 67117"/>
                                  <a:gd name="connsiteY4" fmla="*/ 258010 h 443262"/>
                                  <a:gd name="connsiteX5" fmla="*/ 66285 w 67117"/>
                                  <a:gd name="connsiteY5" fmla="*/ 137085 h 443262"/>
                                  <a:gd name="connsiteX6" fmla="*/ 26091 w 67117"/>
                                  <a:gd name="connsiteY6" fmla="*/ 1432 h 443262"/>
                                  <a:gd name="connsiteX0" fmla="*/ 25253 w 66279"/>
                                  <a:gd name="connsiteY0" fmla="*/ 1432 h 448985"/>
                                  <a:gd name="connsiteX1" fmla="*/ 15205 w 66279"/>
                                  <a:gd name="connsiteY1" fmla="*/ 227520 h 448985"/>
                                  <a:gd name="connsiteX2" fmla="*/ 132 w 66279"/>
                                  <a:gd name="connsiteY2" fmla="*/ 428487 h 448985"/>
                                  <a:gd name="connsiteX3" fmla="*/ 24446 w 66279"/>
                                  <a:gd name="connsiteY3" fmla="*/ 422264 h 448985"/>
                                  <a:gd name="connsiteX4" fmla="*/ 51912 w 66279"/>
                                  <a:gd name="connsiteY4" fmla="*/ 258010 h 448985"/>
                                  <a:gd name="connsiteX5" fmla="*/ 65447 w 66279"/>
                                  <a:gd name="connsiteY5" fmla="*/ 137085 h 448985"/>
                                  <a:gd name="connsiteX6" fmla="*/ 25253 w 66279"/>
                                  <a:gd name="connsiteY6" fmla="*/ 1432 h 448985"/>
                                  <a:gd name="connsiteX0" fmla="*/ 25253 w 55572"/>
                                  <a:gd name="connsiteY0" fmla="*/ 1432 h 448985"/>
                                  <a:gd name="connsiteX1" fmla="*/ 15205 w 55572"/>
                                  <a:gd name="connsiteY1" fmla="*/ 227520 h 448985"/>
                                  <a:gd name="connsiteX2" fmla="*/ 132 w 55572"/>
                                  <a:gd name="connsiteY2" fmla="*/ 428487 h 448985"/>
                                  <a:gd name="connsiteX3" fmla="*/ 24446 w 55572"/>
                                  <a:gd name="connsiteY3" fmla="*/ 422264 h 448985"/>
                                  <a:gd name="connsiteX4" fmla="*/ 51912 w 55572"/>
                                  <a:gd name="connsiteY4" fmla="*/ 258010 h 448985"/>
                                  <a:gd name="connsiteX5" fmla="*/ 53109 w 55572"/>
                                  <a:gd name="connsiteY5" fmla="*/ 137085 h 448985"/>
                                  <a:gd name="connsiteX6" fmla="*/ 25253 w 55572"/>
                                  <a:gd name="connsiteY6" fmla="*/ 1432 h 448985"/>
                                  <a:gd name="connsiteX0" fmla="*/ 25253 w 54900"/>
                                  <a:gd name="connsiteY0" fmla="*/ 7597 h 455150"/>
                                  <a:gd name="connsiteX1" fmla="*/ 15205 w 54900"/>
                                  <a:gd name="connsiteY1" fmla="*/ 233685 h 455150"/>
                                  <a:gd name="connsiteX2" fmla="*/ 132 w 54900"/>
                                  <a:gd name="connsiteY2" fmla="*/ 434652 h 455150"/>
                                  <a:gd name="connsiteX3" fmla="*/ 24446 w 54900"/>
                                  <a:gd name="connsiteY3" fmla="*/ 428429 h 455150"/>
                                  <a:gd name="connsiteX4" fmla="*/ 51912 w 54900"/>
                                  <a:gd name="connsiteY4" fmla="*/ 264175 h 455150"/>
                                  <a:gd name="connsiteX5" fmla="*/ 53109 w 54900"/>
                                  <a:gd name="connsiteY5" fmla="*/ 143250 h 455150"/>
                                  <a:gd name="connsiteX6" fmla="*/ 34657 w 54900"/>
                                  <a:gd name="connsiteY6" fmla="*/ 61645 h 455150"/>
                                  <a:gd name="connsiteX7" fmla="*/ 25253 w 54900"/>
                                  <a:gd name="connsiteY7" fmla="*/ 7597 h 455150"/>
                                  <a:gd name="connsiteX0" fmla="*/ 25253 w 56663"/>
                                  <a:gd name="connsiteY0" fmla="*/ 9364 h 456917"/>
                                  <a:gd name="connsiteX1" fmla="*/ 15205 w 56663"/>
                                  <a:gd name="connsiteY1" fmla="*/ 235452 h 456917"/>
                                  <a:gd name="connsiteX2" fmla="*/ 132 w 56663"/>
                                  <a:gd name="connsiteY2" fmla="*/ 436419 h 456917"/>
                                  <a:gd name="connsiteX3" fmla="*/ 24446 w 56663"/>
                                  <a:gd name="connsiteY3" fmla="*/ 430196 h 456917"/>
                                  <a:gd name="connsiteX4" fmla="*/ 51912 w 56663"/>
                                  <a:gd name="connsiteY4" fmla="*/ 265942 h 456917"/>
                                  <a:gd name="connsiteX5" fmla="*/ 53109 w 56663"/>
                                  <a:gd name="connsiteY5" fmla="*/ 145017 h 456917"/>
                                  <a:gd name="connsiteX6" fmla="*/ 54900 w 56663"/>
                                  <a:gd name="connsiteY6" fmla="*/ 53003 h 456917"/>
                                  <a:gd name="connsiteX7" fmla="*/ 25253 w 56663"/>
                                  <a:gd name="connsiteY7" fmla="*/ 9364 h 4569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6663" h="456917">
                                    <a:moveTo>
                                      <a:pt x="25253" y="9364"/>
                                    </a:moveTo>
                                    <a:cubicBezTo>
                                      <a:pt x="18637" y="39772"/>
                                      <a:pt x="19392" y="164276"/>
                                      <a:pt x="15205" y="235452"/>
                                    </a:cubicBezTo>
                                    <a:cubicBezTo>
                                      <a:pt x="11018" y="306628"/>
                                      <a:pt x="-1408" y="403962"/>
                                      <a:pt x="132" y="436419"/>
                                    </a:cubicBezTo>
                                    <a:cubicBezTo>
                                      <a:pt x="1672" y="468876"/>
                                      <a:pt x="13580" y="459765"/>
                                      <a:pt x="24446" y="430196"/>
                                    </a:cubicBezTo>
                                    <a:cubicBezTo>
                                      <a:pt x="35312" y="400627"/>
                                      <a:pt x="48563" y="311160"/>
                                      <a:pt x="51912" y="265942"/>
                                    </a:cubicBezTo>
                                    <a:cubicBezTo>
                                      <a:pt x="55262" y="220725"/>
                                      <a:pt x="52611" y="180507"/>
                                      <a:pt x="53109" y="145017"/>
                                    </a:cubicBezTo>
                                    <a:cubicBezTo>
                                      <a:pt x="53607" y="109527"/>
                                      <a:pt x="59543" y="75612"/>
                                      <a:pt x="54900" y="53003"/>
                                    </a:cubicBezTo>
                                    <a:cubicBezTo>
                                      <a:pt x="50257" y="30394"/>
                                      <a:pt x="31869" y="-21044"/>
                                      <a:pt x="25253" y="93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328.85pt;margin-top:247.4pt;width:4.6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663,456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" path="m25253,9364c18637,39772,19392,164276,15205,235452,11018,306628,-1408,403962,132,436419v1540,32457,13448,23346,24314,-6223c35312,400627,48563,311160,51912,265942v3350,-45217,699,-85435,1197,-120925c53607,109527,59543,75612,54900,53003,50257,30394,31869,-21044,25253,9364xe" fillcolor="white [3212]" strokecolor="white [3212]" strokeweight="1pt">
                      <v:stroke joinstyle="miter"/>
                      <v:path arrowok="t" o:connecttype="custom" o:connectlocs="26363,17765;15873,446694;138,827965;25520,816158;54193,504539;55443,275123;57313,100556;26363,17765" o:connectangles="0,0,0,0,0,0,0,0"/>
                    </v:shape>
                  </w:pict>
                </mc:Fallback>
              </mc:AlternateContent>
            </w:r>
            <w:r w:rsidR="005D0A6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0EF2D3" wp14:editId="10864C04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4010025</wp:posOffset>
                      </wp:positionV>
                      <wp:extent cx="45085" cy="607695"/>
                      <wp:effectExtent l="0" t="0" r="12065" b="20955"/>
                      <wp:wrapNone/>
                      <wp:docPr id="30" name="Freeform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607695"/>
                              </a:xfrm>
                              <a:custGeom>
                                <a:avLst/>
                                <a:gdLst>
                                  <a:gd name="connsiteX0" fmla="*/ 1020 w 56582"/>
                                  <a:gd name="connsiteY0" fmla="*/ 8441 h 802056"/>
                                  <a:gd name="connsiteX1" fmla="*/ 10888 w 56582"/>
                                  <a:gd name="connsiteY1" fmla="*/ 232107 h 802056"/>
                                  <a:gd name="connsiteX2" fmla="*/ 20755 w 56582"/>
                                  <a:gd name="connsiteY2" fmla="*/ 590631 h 802056"/>
                                  <a:gd name="connsiteX3" fmla="*/ 24045 w 56582"/>
                                  <a:gd name="connsiteY3" fmla="*/ 801140 h 802056"/>
                                  <a:gd name="connsiteX4" fmla="*/ 53648 w 56582"/>
                                  <a:gd name="connsiteY4" fmla="*/ 659704 h 802056"/>
                                  <a:gd name="connsiteX5" fmla="*/ 53648 w 56582"/>
                                  <a:gd name="connsiteY5" fmla="*/ 482087 h 802056"/>
                                  <a:gd name="connsiteX6" fmla="*/ 37201 w 56582"/>
                                  <a:gd name="connsiteY6" fmla="*/ 87382 h 802056"/>
                                  <a:gd name="connsiteX7" fmla="*/ 1020 w 56582"/>
                                  <a:gd name="connsiteY7" fmla="*/ 8441 h 8020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6582" h="802056">
                                    <a:moveTo>
                                      <a:pt x="1020" y="8441"/>
                                    </a:moveTo>
                                    <a:cubicBezTo>
                                      <a:pt x="-3365" y="32562"/>
                                      <a:pt x="7599" y="135075"/>
                                      <a:pt x="10888" y="232107"/>
                                    </a:cubicBezTo>
                                    <a:cubicBezTo>
                                      <a:pt x="14177" y="329139"/>
                                      <a:pt x="18562" y="495792"/>
                                      <a:pt x="20755" y="590631"/>
                                    </a:cubicBezTo>
                                    <a:cubicBezTo>
                                      <a:pt x="22948" y="685470"/>
                                      <a:pt x="18563" y="789628"/>
                                      <a:pt x="24045" y="801140"/>
                                    </a:cubicBezTo>
                                    <a:cubicBezTo>
                                      <a:pt x="29527" y="812652"/>
                                      <a:pt x="48714" y="712879"/>
                                      <a:pt x="53648" y="659704"/>
                                    </a:cubicBezTo>
                                    <a:cubicBezTo>
                                      <a:pt x="58582" y="606529"/>
                                      <a:pt x="56389" y="577474"/>
                                      <a:pt x="53648" y="482087"/>
                                    </a:cubicBezTo>
                                    <a:cubicBezTo>
                                      <a:pt x="50907" y="386700"/>
                                      <a:pt x="39942" y="162486"/>
                                      <a:pt x="37201" y="87382"/>
                                    </a:cubicBezTo>
                                    <a:cubicBezTo>
                                      <a:pt x="34460" y="12278"/>
                                      <a:pt x="5405" y="-15680"/>
                                      <a:pt x="1020" y="84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329.65pt;margin-top:315.75pt;width:3.55pt;height:4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582,80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" path="m1020,8441v-4385,24121,6579,126634,9868,223666c14177,329139,18562,495792,20755,590631v2193,94839,-2192,198997,3290,210509c29527,812652,48714,712879,53648,659704v4934,-53175,2741,-82230,,-177617c50907,386700,39942,162486,37201,87382,34460,12278,5405,-15680,1020,8441xe" fillcolor="red" strokecolor="red" strokeweight="1pt">
                      <v:stroke joinstyle="miter"/>
                      <v:path arrowok="t" o:connecttype="custom" o:connectlocs="813,6396;8676,175861;16538,447504;19159,607001;42747,499839;42747,365264;29642,66207;813,6396" o:connectangles="0,0,0,0,0,0,0,0"/>
                    </v:shape>
                  </w:pict>
                </mc:Fallback>
              </mc:AlternateContent>
            </w:r>
            <w:r w:rsidR="005D0A6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1EF43F" wp14:editId="3D8CD09B">
                      <wp:simplePos x="0" y="0"/>
                      <wp:positionH relativeFrom="column">
                        <wp:posOffset>4202602</wp:posOffset>
                      </wp:positionH>
                      <wp:positionV relativeFrom="paragraph">
                        <wp:posOffset>3158412</wp:posOffset>
                      </wp:positionV>
                      <wp:extent cx="120701" cy="570923"/>
                      <wp:effectExtent l="19050" t="0" r="31750" b="19685"/>
                      <wp:wrapNone/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701" cy="570923"/>
                              </a:xfrm>
                              <a:custGeom>
                                <a:avLst/>
                                <a:gdLst>
                                  <a:gd name="connsiteX0" fmla="*/ 30145 w 121146"/>
                                  <a:gd name="connsiteY0" fmla="*/ 0 h 522514"/>
                                  <a:gd name="connsiteX1" fmla="*/ 50242 w 121146"/>
                                  <a:gd name="connsiteY1" fmla="*/ 25121 h 522514"/>
                                  <a:gd name="connsiteX2" fmla="*/ 55266 w 121146"/>
                                  <a:gd name="connsiteY2" fmla="*/ 40194 h 522514"/>
                                  <a:gd name="connsiteX3" fmla="*/ 75363 w 121146"/>
                                  <a:gd name="connsiteY3" fmla="*/ 50242 h 522514"/>
                                  <a:gd name="connsiteX4" fmla="*/ 115556 w 121146"/>
                                  <a:gd name="connsiteY4" fmla="*/ 70339 h 522514"/>
                                  <a:gd name="connsiteX5" fmla="*/ 120580 w 121146"/>
                                  <a:gd name="connsiteY5" fmla="*/ 85411 h 522514"/>
                                  <a:gd name="connsiteX6" fmla="*/ 105508 w 121146"/>
                                  <a:gd name="connsiteY6" fmla="*/ 90435 h 522514"/>
                                  <a:gd name="connsiteX7" fmla="*/ 60290 w 121146"/>
                                  <a:gd name="connsiteY7" fmla="*/ 95459 h 522514"/>
                                  <a:gd name="connsiteX8" fmla="*/ 40193 w 121146"/>
                                  <a:gd name="connsiteY8" fmla="*/ 100484 h 522514"/>
                                  <a:gd name="connsiteX9" fmla="*/ 35169 w 121146"/>
                                  <a:gd name="connsiteY9" fmla="*/ 135653 h 522514"/>
                                  <a:gd name="connsiteX10" fmla="*/ 50242 w 121146"/>
                                  <a:gd name="connsiteY10" fmla="*/ 140677 h 522514"/>
                                  <a:gd name="connsiteX11" fmla="*/ 45218 w 121146"/>
                                  <a:gd name="connsiteY11" fmla="*/ 185895 h 522514"/>
                                  <a:gd name="connsiteX12" fmla="*/ 60290 w 121146"/>
                                  <a:gd name="connsiteY12" fmla="*/ 190919 h 522514"/>
                                  <a:gd name="connsiteX13" fmla="*/ 80387 w 121146"/>
                                  <a:gd name="connsiteY13" fmla="*/ 195943 h 522514"/>
                                  <a:gd name="connsiteX14" fmla="*/ 75363 w 121146"/>
                                  <a:gd name="connsiteY14" fmla="*/ 211015 h 522514"/>
                                  <a:gd name="connsiteX15" fmla="*/ 45218 w 121146"/>
                                  <a:gd name="connsiteY15" fmla="*/ 221064 h 522514"/>
                                  <a:gd name="connsiteX16" fmla="*/ 70338 w 121146"/>
                                  <a:gd name="connsiteY16" fmla="*/ 231112 h 522514"/>
                                  <a:gd name="connsiteX17" fmla="*/ 105508 w 121146"/>
                                  <a:gd name="connsiteY17" fmla="*/ 241161 h 522514"/>
                                  <a:gd name="connsiteX18" fmla="*/ 120580 w 121146"/>
                                  <a:gd name="connsiteY18" fmla="*/ 246185 h 522514"/>
                                  <a:gd name="connsiteX19" fmla="*/ 20097 w 121146"/>
                                  <a:gd name="connsiteY19" fmla="*/ 266281 h 522514"/>
                                  <a:gd name="connsiteX20" fmla="*/ 0 w 121146"/>
                                  <a:gd name="connsiteY20" fmla="*/ 276330 h 522514"/>
                                  <a:gd name="connsiteX21" fmla="*/ 30145 w 121146"/>
                                  <a:gd name="connsiteY21" fmla="*/ 286378 h 522514"/>
                                  <a:gd name="connsiteX22" fmla="*/ 35169 w 121146"/>
                                  <a:gd name="connsiteY22" fmla="*/ 301451 h 522514"/>
                                  <a:gd name="connsiteX23" fmla="*/ 75363 w 121146"/>
                                  <a:gd name="connsiteY23" fmla="*/ 306475 h 522514"/>
                                  <a:gd name="connsiteX24" fmla="*/ 50242 w 121146"/>
                                  <a:gd name="connsiteY24" fmla="*/ 341644 h 522514"/>
                                  <a:gd name="connsiteX25" fmla="*/ 55266 w 121146"/>
                                  <a:gd name="connsiteY25" fmla="*/ 361741 h 522514"/>
                                  <a:gd name="connsiteX26" fmla="*/ 50242 w 121146"/>
                                  <a:gd name="connsiteY26" fmla="*/ 386862 h 522514"/>
                                  <a:gd name="connsiteX27" fmla="*/ 30145 w 121146"/>
                                  <a:gd name="connsiteY27" fmla="*/ 391886 h 522514"/>
                                  <a:gd name="connsiteX28" fmla="*/ 20097 w 121146"/>
                                  <a:gd name="connsiteY28" fmla="*/ 406958 h 522514"/>
                                  <a:gd name="connsiteX29" fmla="*/ 25121 w 121146"/>
                                  <a:gd name="connsiteY29" fmla="*/ 442128 h 522514"/>
                                  <a:gd name="connsiteX30" fmla="*/ 75363 w 121146"/>
                                  <a:gd name="connsiteY30" fmla="*/ 467248 h 522514"/>
                                  <a:gd name="connsiteX31" fmla="*/ 90435 w 121146"/>
                                  <a:gd name="connsiteY31" fmla="*/ 472273 h 522514"/>
                                  <a:gd name="connsiteX32" fmla="*/ 95459 w 121146"/>
                                  <a:gd name="connsiteY32" fmla="*/ 487345 h 522514"/>
                                  <a:gd name="connsiteX33" fmla="*/ 55266 w 121146"/>
                                  <a:gd name="connsiteY33" fmla="*/ 512466 h 522514"/>
                                  <a:gd name="connsiteX34" fmla="*/ 40193 w 121146"/>
                                  <a:gd name="connsiteY34" fmla="*/ 517490 h 522514"/>
                                  <a:gd name="connsiteX35" fmla="*/ 25121 w 121146"/>
                                  <a:gd name="connsiteY35" fmla="*/ 522514 h 522514"/>
                                  <a:gd name="connsiteX36" fmla="*/ 0 w 121146"/>
                                  <a:gd name="connsiteY36" fmla="*/ 502418 h 522514"/>
                                  <a:gd name="connsiteX37" fmla="*/ 5024 w 121146"/>
                                  <a:gd name="connsiteY37" fmla="*/ 492369 h 522514"/>
                                  <a:gd name="connsiteX0" fmla="*/ 30196 w 121197"/>
                                  <a:gd name="connsiteY0" fmla="*/ 0 h 571518"/>
                                  <a:gd name="connsiteX1" fmla="*/ 50293 w 121197"/>
                                  <a:gd name="connsiteY1" fmla="*/ 25121 h 571518"/>
                                  <a:gd name="connsiteX2" fmla="*/ 55317 w 121197"/>
                                  <a:gd name="connsiteY2" fmla="*/ 40194 h 571518"/>
                                  <a:gd name="connsiteX3" fmla="*/ 75414 w 121197"/>
                                  <a:gd name="connsiteY3" fmla="*/ 50242 h 571518"/>
                                  <a:gd name="connsiteX4" fmla="*/ 115607 w 121197"/>
                                  <a:gd name="connsiteY4" fmla="*/ 70339 h 571518"/>
                                  <a:gd name="connsiteX5" fmla="*/ 120631 w 121197"/>
                                  <a:gd name="connsiteY5" fmla="*/ 85411 h 571518"/>
                                  <a:gd name="connsiteX6" fmla="*/ 105559 w 121197"/>
                                  <a:gd name="connsiteY6" fmla="*/ 90435 h 571518"/>
                                  <a:gd name="connsiteX7" fmla="*/ 60341 w 121197"/>
                                  <a:gd name="connsiteY7" fmla="*/ 95459 h 571518"/>
                                  <a:gd name="connsiteX8" fmla="*/ 40244 w 121197"/>
                                  <a:gd name="connsiteY8" fmla="*/ 100484 h 571518"/>
                                  <a:gd name="connsiteX9" fmla="*/ 35220 w 121197"/>
                                  <a:gd name="connsiteY9" fmla="*/ 135653 h 571518"/>
                                  <a:gd name="connsiteX10" fmla="*/ 50293 w 121197"/>
                                  <a:gd name="connsiteY10" fmla="*/ 140677 h 571518"/>
                                  <a:gd name="connsiteX11" fmla="*/ 45269 w 121197"/>
                                  <a:gd name="connsiteY11" fmla="*/ 185895 h 571518"/>
                                  <a:gd name="connsiteX12" fmla="*/ 60341 w 121197"/>
                                  <a:gd name="connsiteY12" fmla="*/ 190919 h 571518"/>
                                  <a:gd name="connsiteX13" fmla="*/ 80438 w 121197"/>
                                  <a:gd name="connsiteY13" fmla="*/ 195943 h 571518"/>
                                  <a:gd name="connsiteX14" fmla="*/ 75414 w 121197"/>
                                  <a:gd name="connsiteY14" fmla="*/ 211015 h 571518"/>
                                  <a:gd name="connsiteX15" fmla="*/ 45269 w 121197"/>
                                  <a:gd name="connsiteY15" fmla="*/ 221064 h 571518"/>
                                  <a:gd name="connsiteX16" fmla="*/ 70389 w 121197"/>
                                  <a:gd name="connsiteY16" fmla="*/ 231112 h 571518"/>
                                  <a:gd name="connsiteX17" fmla="*/ 105559 w 121197"/>
                                  <a:gd name="connsiteY17" fmla="*/ 241161 h 571518"/>
                                  <a:gd name="connsiteX18" fmla="*/ 120631 w 121197"/>
                                  <a:gd name="connsiteY18" fmla="*/ 246185 h 571518"/>
                                  <a:gd name="connsiteX19" fmla="*/ 20148 w 121197"/>
                                  <a:gd name="connsiteY19" fmla="*/ 266281 h 571518"/>
                                  <a:gd name="connsiteX20" fmla="*/ 51 w 121197"/>
                                  <a:gd name="connsiteY20" fmla="*/ 276330 h 571518"/>
                                  <a:gd name="connsiteX21" fmla="*/ 30196 w 121197"/>
                                  <a:gd name="connsiteY21" fmla="*/ 286378 h 571518"/>
                                  <a:gd name="connsiteX22" fmla="*/ 35220 w 121197"/>
                                  <a:gd name="connsiteY22" fmla="*/ 301451 h 571518"/>
                                  <a:gd name="connsiteX23" fmla="*/ 75414 w 121197"/>
                                  <a:gd name="connsiteY23" fmla="*/ 306475 h 571518"/>
                                  <a:gd name="connsiteX24" fmla="*/ 50293 w 121197"/>
                                  <a:gd name="connsiteY24" fmla="*/ 341644 h 571518"/>
                                  <a:gd name="connsiteX25" fmla="*/ 55317 w 121197"/>
                                  <a:gd name="connsiteY25" fmla="*/ 361741 h 571518"/>
                                  <a:gd name="connsiteX26" fmla="*/ 50293 w 121197"/>
                                  <a:gd name="connsiteY26" fmla="*/ 386862 h 571518"/>
                                  <a:gd name="connsiteX27" fmla="*/ 30196 w 121197"/>
                                  <a:gd name="connsiteY27" fmla="*/ 391886 h 571518"/>
                                  <a:gd name="connsiteX28" fmla="*/ 20148 w 121197"/>
                                  <a:gd name="connsiteY28" fmla="*/ 406958 h 571518"/>
                                  <a:gd name="connsiteX29" fmla="*/ 25172 w 121197"/>
                                  <a:gd name="connsiteY29" fmla="*/ 442128 h 571518"/>
                                  <a:gd name="connsiteX30" fmla="*/ 75414 w 121197"/>
                                  <a:gd name="connsiteY30" fmla="*/ 467248 h 571518"/>
                                  <a:gd name="connsiteX31" fmla="*/ 90486 w 121197"/>
                                  <a:gd name="connsiteY31" fmla="*/ 472273 h 571518"/>
                                  <a:gd name="connsiteX32" fmla="*/ 95510 w 121197"/>
                                  <a:gd name="connsiteY32" fmla="*/ 487345 h 571518"/>
                                  <a:gd name="connsiteX33" fmla="*/ 55317 w 121197"/>
                                  <a:gd name="connsiteY33" fmla="*/ 512466 h 571518"/>
                                  <a:gd name="connsiteX34" fmla="*/ 40244 w 121197"/>
                                  <a:gd name="connsiteY34" fmla="*/ 517490 h 571518"/>
                                  <a:gd name="connsiteX35" fmla="*/ 25172 w 121197"/>
                                  <a:gd name="connsiteY35" fmla="*/ 522514 h 571518"/>
                                  <a:gd name="connsiteX36" fmla="*/ 51 w 121197"/>
                                  <a:gd name="connsiteY36" fmla="*/ 502418 h 571518"/>
                                  <a:gd name="connsiteX37" fmla="*/ 30376 w 121197"/>
                                  <a:gd name="connsiteY37" fmla="*/ 571392 h 5715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</a:cxnLst>
                                <a:rect l="l" t="t" r="r" b="b"/>
                                <a:pathLst>
                                  <a:path w="121197" h="571518">
                                    <a:moveTo>
                                      <a:pt x="30196" y="0"/>
                                    </a:moveTo>
                                    <a:cubicBezTo>
                                      <a:pt x="36895" y="8374"/>
                                      <a:pt x="44610" y="16027"/>
                                      <a:pt x="50293" y="25121"/>
                                    </a:cubicBezTo>
                                    <a:cubicBezTo>
                                      <a:pt x="53100" y="29612"/>
                                      <a:pt x="51572" y="36449"/>
                                      <a:pt x="55317" y="40194"/>
                                    </a:cubicBezTo>
                                    <a:cubicBezTo>
                                      <a:pt x="60613" y="45490"/>
                                      <a:pt x="68867" y="46605"/>
                                      <a:pt x="75414" y="50242"/>
                                    </a:cubicBezTo>
                                    <a:cubicBezTo>
                                      <a:pt x="111011" y="70018"/>
                                      <a:pt x="88051" y="61152"/>
                                      <a:pt x="115607" y="70339"/>
                                    </a:cubicBezTo>
                                    <a:cubicBezTo>
                                      <a:pt x="117282" y="75363"/>
                                      <a:pt x="122999" y="80674"/>
                                      <a:pt x="120631" y="85411"/>
                                    </a:cubicBezTo>
                                    <a:cubicBezTo>
                                      <a:pt x="118263" y="90148"/>
                                      <a:pt x="110783" y="89564"/>
                                      <a:pt x="105559" y="90435"/>
                                    </a:cubicBezTo>
                                    <a:cubicBezTo>
                                      <a:pt x="90600" y="92928"/>
                                      <a:pt x="75414" y="93784"/>
                                      <a:pt x="60341" y="95459"/>
                                    </a:cubicBezTo>
                                    <a:cubicBezTo>
                                      <a:pt x="53642" y="97134"/>
                                      <a:pt x="45989" y="96654"/>
                                      <a:pt x="40244" y="100484"/>
                                    </a:cubicBezTo>
                                    <a:cubicBezTo>
                                      <a:pt x="28473" y="108332"/>
                                      <a:pt x="26322" y="124530"/>
                                      <a:pt x="35220" y="135653"/>
                                    </a:cubicBezTo>
                                    <a:cubicBezTo>
                                      <a:pt x="38528" y="139789"/>
                                      <a:pt x="45269" y="139002"/>
                                      <a:pt x="50293" y="140677"/>
                                    </a:cubicBezTo>
                                    <a:cubicBezTo>
                                      <a:pt x="48618" y="155750"/>
                                      <a:pt x="42295" y="171024"/>
                                      <a:pt x="45269" y="185895"/>
                                    </a:cubicBezTo>
                                    <a:cubicBezTo>
                                      <a:pt x="46308" y="191088"/>
                                      <a:pt x="55249" y="189464"/>
                                      <a:pt x="60341" y="190919"/>
                                    </a:cubicBezTo>
                                    <a:cubicBezTo>
                                      <a:pt x="66980" y="192816"/>
                                      <a:pt x="73739" y="194268"/>
                                      <a:pt x="80438" y="195943"/>
                                    </a:cubicBezTo>
                                    <a:cubicBezTo>
                                      <a:pt x="78763" y="200967"/>
                                      <a:pt x="79723" y="207937"/>
                                      <a:pt x="75414" y="211015"/>
                                    </a:cubicBezTo>
                                    <a:cubicBezTo>
                                      <a:pt x="66795" y="217171"/>
                                      <a:pt x="45269" y="221064"/>
                                      <a:pt x="45269" y="221064"/>
                                    </a:cubicBezTo>
                                    <a:cubicBezTo>
                                      <a:pt x="53642" y="224413"/>
                                      <a:pt x="61833" y="228260"/>
                                      <a:pt x="70389" y="231112"/>
                                    </a:cubicBezTo>
                                    <a:cubicBezTo>
                                      <a:pt x="81956" y="234968"/>
                                      <a:pt x="93881" y="237657"/>
                                      <a:pt x="105559" y="241161"/>
                                    </a:cubicBezTo>
                                    <a:cubicBezTo>
                                      <a:pt x="110631" y="242683"/>
                                      <a:pt x="115607" y="244510"/>
                                      <a:pt x="120631" y="246185"/>
                                    </a:cubicBezTo>
                                    <a:cubicBezTo>
                                      <a:pt x="92692" y="288093"/>
                                      <a:pt x="122329" y="252347"/>
                                      <a:pt x="20148" y="266281"/>
                                    </a:cubicBezTo>
                                    <a:cubicBezTo>
                                      <a:pt x="12727" y="267293"/>
                                      <a:pt x="6750" y="272980"/>
                                      <a:pt x="51" y="276330"/>
                                    </a:cubicBezTo>
                                    <a:cubicBezTo>
                                      <a:pt x="11535" y="310783"/>
                                      <a:pt x="-6181" y="274252"/>
                                      <a:pt x="30196" y="286378"/>
                                    </a:cubicBezTo>
                                    <a:cubicBezTo>
                                      <a:pt x="35220" y="288053"/>
                                      <a:pt x="30380" y="299300"/>
                                      <a:pt x="35220" y="301451"/>
                                    </a:cubicBezTo>
                                    <a:cubicBezTo>
                                      <a:pt x="47559" y="306935"/>
                                      <a:pt x="62016" y="304800"/>
                                      <a:pt x="75414" y="306475"/>
                                    </a:cubicBezTo>
                                    <a:cubicBezTo>
                                      <a:pt x="51572" y="330317"/>
                                      <a:pt x="58313" y="317584"/>
                                      <a:pt x="50293" y="341644"/>
                                    </a:cubicBezTo>
                                    <a:cubicBezTo>
                                      <a:pt x="51968" y="348343"/>
                                      <a:pt x="53420" y="355102"/>
                                      <a:pt x="55317" y="361741"/>
                                    </a:cubicBezTo>
                                    <a:cubicBezTo>
                                      <a:pt x="59096" y="374967"/>
                                      <a:pt x="66539" y="378739"/>
                                      <a:pt x="50293" y="386862"/>
                                    </a:cubicBezTo>
                                    <a:cubicBezTo>
                                      <a:pt x="44117" y="389950"/>
                                      <a:pt x="36895" y="390211"/>
                                      <a:pt x="30196" y="391886"/>
                                    </a:cubicBezTo>
                                    <a:cubicBezTo>
                                      <a:pt x="26847" y="396910"/>
                                      <a:pt x="20749" y="400950"/>
                                      <a:pt x="20148" y="406958"/>
                                    </a:cubicBezTo>
                                    <a:cubicBezTo>
                                      <a:pt x="18970" y="418742"/>
                                      <a:pt x="18814" y="432137"/>
                                      <a:pt x="25172" y="442128"/>
                                    </a:cubicBezTo>
                                    <a:cubicBezTo>
                                      <a:pt x="37352" y="461268"/>
                                      <a:pt x="57158" y="462032"/>
                                      <a:pt x="75414" y="467248"/>
                                    </a:cubicBezTo>
                                    <a:cubicBezTo>
                                      <a:pt x="80506" y="468703"/>
                                      <a:pt x="85462" y="470598"/>
                                      <a:pt x="90486" y="472273"/>
                                    </a:cubicBezTo>
                                    <a:cubicBezTo>
                                      <a:pt x="92161" y="477297"/>
                                      <a:pt x="96381" y="482121"/>
                                      <a:pt x="95510" y="487345"/>
                                    </a:cubicBezTo>
                                    <a:cubicBezTo>
                                      <a:pt x="92232" y="507016"/>
                                      <a:pt x="69011" y="507902"/>
                                      <a:pt x="55317" y="512466"/>
                                    </a:cubicBezTo>
                                    <a:lnTo>
                                      <a:pt x="40244" y="517490"/>
                                    </a:lnTo>
                                    <a:lnTo>
                                      <a:pt x="25172" y="522514"/>
                                    </a:lnTo>
                                    <a:cubicBezTo>
                                      <a:pt x="9335" y="518555"/>
                                      <a:pt x="-816" y="494272"/>
                                      <a:pt x="51" y="502418"/>
                                    </a:cubicBezTo>
                                    <a:cubicBezTo>
                                      <a:pt x="918" y="510564"/>
                                      <a:pt x="28701" y="574742"/>
                                      <a:pt x="30376" y="571392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0A66" w:rsidRDefault="005D0A66" w:rsidP="005D0A6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7" style="position:absolute;margin-left:330.9pt;margin-top:248.7pt;width:9.5pt;height:44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197,57151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" adj="-11796480,,5400" path="m30196,v6699,8374,14414,16027,20097,25121c53100,29612,51572,36449,55317,40194v5296,5296,13550,6411,20097,10048c111011,70018,88051,61152,115607,70339v1675,5024,7392,10335,5024,15072c118263,90148,110783,89564,105559,90435,90600,92928,75414,93784,60341,95459v-6699,1675,-14352,1195,-20097,5025c28473,108332,26322,124530,35220,135653v3308,4136,10049,3349,15073,5024c48618,155750,42295,171024,45269,185895v1039,5193,9980,3569,15072,5024c66980,192816,73739,194268,80438,195943v-1675,5024,-715,11994,-5024,15072c66795,217171,45269,221064,45269,221064v8373,3349,16564,7196,25120,10048c81956,234968,93881,237657,105559,241161v5072,1522,10048,3349,15072,5024c92692,288093,122329,252347,20148,266281,12727,267293,6750,272980,51,276330v11484,34453,-6232,-2078,30145,10048c35220,288053,30380,299300,35220,301451v12339,5484,26796,3349,40194,5024c51572,330317,58313,317584,50293,341644v1675,6699,3127,13458,5024,20097c59096,374967,66539,378739,50293,386862v-6176,3088,-13398,3349,-20097,5024c26847,396910,20749,400950,20148,406958v-1178,11784,-1334,25179,5024,35170c37352,461268,57158,462032,75414,467248v5092,1455,10048,3350,15072,5025c92161,477297,96381,482121,95510,487345v-3278,19671,-26499,20557,-40193,25121l40244,517490r-15072,5024c9335,518555,-816,494272,51,502418v867,8146,28650,72324,30325,68974e" filled="f" strokecolor="red" strokeweight="1.5pt">
                      <v:stroke joinstyle="miter"/>
                      <v:formulas/>
                      <v:path arrowok="t" o:connecttype="custom" o:connectlocs="30072,0;50087,25095;55091,40152;75105,50190;115134,70266;120137,85322;105127,90341;60094,95360;40079,100379;35076,135512;50087,140531;45084,185701;60094,190720;80109,195739;75105,210795;45084,220834;70101,230871;105127,240910;120137,245929;20066,266004;51,276042;30072,286080;35076,301137;75105,306156;50087,341288;55091,361364;50087,386459;30072,391478;20066,406534;25069,441668;75105,466762;90116,471781;95119,486838;55091,511932;40079,516951;25069,521970;51,501895;30252,570797" o:connectangles="0,0,0,0,0,0,0,0,0,0,0,0,0,0,0,0,0,0,0,0,0,0,0,0,0,0,0,0,0,0,0,0,0,0,0,0,0,0" textboxrect="0,0,121197,571518"/>
                      <v:textbox>
                        <w:txbxContent>
                          <w:p w:rsidR="005D0A66" w:rsidRDefault="005D0A66" w:rsidP="005D0A6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E0202" w:rsidTr="00876A79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661023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3C1163" w:rsidRDefault="00B10C4B" w:rsidP="005D0A66">
            <w:pPr>
              <w:jc w:val="both"/>
            </w:pPr>
            <w:r>
              <w:t>The Sapheno-Femoral Junction (SFJ) and</w:t>
            </w:r>
            <w:r w:rsidR="005D0A66">
              <w:t xml:space="preserve"> Greater Saphenous vein (GSV) is patent although incompetent. A tortuous GSV observed in the proximal thigh originating from the SFJ. The GSV lies in the fascia tracking to the distal thigh where a varicose vein is observed supplying the above </w:t>
            </w:r>
            <w:r w:rsidR="003C1163">
              <w:t xml:space="preserve">venous system. There is a 15cm segment where the native GSV becomes small in diameter and is not visualised, post observation of the varicose vein. Approximately 11-12cm below the knee crease the Varicose vein is observed rejoining the fascia becoming the native GSV tracking to the ankle which is incompetent. </w:t>
            </w:r>
          </w:p>
          <w:p w:rsidR="003C1163" w:rsidRDefault="003C1163" w:rsidP="00B10C4B">
            <w:pPr>
              <w:jc w:val="both"/>
            </w:pPr>
          </w:p>
          <w:p w:rsidR="00B10C4B" w:rsidRDefault="005D0A66" w:rsidP="00B10C4B">
            <w:pPr>
              <w:jc w:val="both"/>
            </w:pPr>
            <w:r>
              <w:t xml:space="preserve">No </w:t>
            </w:r>
            <w:r w:rsidR="00B10C4B">
              <w:t>S</w:t>
            </w:r>
            <w:r>
              <w:t>apheno-Popliteal Junction (SPJ). The</w:t>
            </w:r>
            <w:r w:rsidR="00B10C4B">
              <w:t xml:space="preserve"> Short Saphenous </w:t>
            </w:r>
            <w:r w:rsidR="003C1163">
              <w:t>vein (SSV) is</w:t>
            </w:r>
            <w:r w:rsidR="00B10C4B">
              <w:t xml:space="preserve"> patent and competent.</w:t>
            </w:r>
          </w:p>
          <w:p w:rsidR="00B10C4B" w:rsidRDefault="00B10C4B" w:rsidP="00B10C4B">
            <w:pPr>
              <w:jc w:val="both"/>
            </w:pPr>
          </w:p>
          <w:p w:rsidR="00B10C4B" w:rsidRDefault="00B10C4B" w:rsidP="00B10C4B">
            <w:pPr>
              <w:jc w:val="both"/>
            </w:pPr>
            <w:r>
              <w:t xml:space="preserve">All Deep veins were all patent and competent. </w:t>
            </w:r>
          </w:p>
          <w:p w:rsidR="00B10C4B" w:rsidRDefault="00B10C4B" w:rsidP="00B10C4B">
            <w:pPr>
              <w:jc w:val="both"/>
            </w:pPr>
          </w:p>
          <w:p w:rsidR="003C1163" w:rsidRPr="00DC01AB" w:rsidRDefault="00B10C4B" w:rsidP="003C1163">
            <w:pPr>
              <w:jc w:val="both"/>
            </w:pPr>
            <w:r>
              <w:t>No in</w:t>
            </w:r>
            <w:r w:rsidR="005D0A66">
              <w:t>competent perforators detected</w:t>
            </w:r>
          </w:p>
        </w:tc>
      </w:tr>
      <w:tr w:rsidR="009D4370" w:rsidTr="00876A79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  <w:bookmarkStart w:id="0" w:name="_GoBack"/>
            <w:bookmarkEnd w:id="0"/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66" w:rsidRDefault="005D0A66" w:rsidP="005748E3">
      <w:r>
        <w:separator/>
      </w:r>
    </w:p>
  </w:endnote>
  <w:endnote w:type="continuationSeparator" w:id="0">
    <w:p w:rsidR="005D0A66" w:rsidRDefault="005D0A66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A66" w:rsidRDefault="005D0A66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2848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9141460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8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0A66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5D0A66" w:rsidRPr="00B8442D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1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1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0A66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5D0A66" w:rsidRPr="00B8442D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4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24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0A66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5D0A66" w:rsidRPr="00B8442D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29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6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0A66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5D0A66" w:rsidRPr="00B8442D" w:rsidRDefault="005D0A66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6" o:spid="_x0000_s1032" style="position:absolute;margin-left:168.15pt;margin-top:719.8pt;width:283.5pt;height:18.85pt;z-index:-251653632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FlX19TiAAAADQEAAA8AAAAAAAAAAAAAAAAAmAcAAGRycy9kb3du&#10;cmV2LnhtbFBLBQYAAAAABAAEAPMAAACnCAAAAAA=&#10;">
              <v:group id="Group 62" o:spid="_x0000_s1033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4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5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5D0A66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5D0A66" w:rsidRPr="00B8442D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6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7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8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5D0A66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5D0A66" w:rsidRPr="00B8442D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4" o:spid="_x0000_s1039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40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41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5D0A66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5D0A66" w:rsidRPr="00B8442D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5" o:spid="_x0000_s1042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3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4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5D0A66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5D0A66" w:rsidRPr="00B8442D" w:rsidRDefault="005D0A6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680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66" w:rsidRDefault="005D0A66" w:rsidP="005748E3">
      <w:r>
        <w:separator/>
      </w:r>
    </w:p>
  </w:footnote>
  <w:footnote w:type="continuationSeparator" w:id="0">
    <w:p w:rsidR="005D0A66" w:rsidRDefault="005D0A66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A66" w:rsidRDefault="005D0A66" w:rsidP="00F97841">
    <w:pPr>
      <w:pStyle w:val="CUSTOMHeaderSpacer"/>
    </w:pPr>
    <w:r>
      <w:rPr>
        <w:noProof/>
        <w:lang w:eastAsia="en-GB"/>
      </w:rPr>
      <w:drawing>
        <wp:anchor distT="0" distB="0" distL="114300" distR="114300" simplePos="0" relativeHeight="25166080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77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A66" w:rsidRDefault="005D0A66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5D0A66" w:rsidRDefault="005D0A66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posOffset>2722245</wp:posOffset>
          </wp:positionH>
          <wp:positionV relativeFrom="page">
            <wp:posOffset>474980</wp:posOffset>
          </wp:positionV>
          <wp:extent cx="2106295" cy="889635"/>
          <wp:effectExtent l="0" t="0" r="8255" b="5715"/>
          <wp:wrapNone/>
          <wp:docPr id="19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A66" w:rsidRDefault="005D0A6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1376680</wp:posOffset>
          </wp:positionH>
          <wp:positionV relativeFrom="paragraph">
            <wp:posOffset>3056255</wp:posOffset>
          </wp:positionV>
          <wp:extent cx="3670935" cy="5043805"/>
          <wp:effectExtent l="0" t="0" r="5715" b="4445"/>
          <wp:wrapNone/>
          <wp:docPr id="73" name="Picture 73" descr="1D VEINS OF THE LEG LEFT MEDIAL RIGHT MEDIAL BILATERAAmen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1D VEINS OF THE LEG LEFT MEDIAL RIGHT MEDIAL BILATERAAmend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81" b="1436"/>
                  <a:stretch>
                    <a:fillRect/>
                  </a:stretch>
                </pic:blipFill>
                <pic:spPr bwMode="auto">
                  <a:xfrm>
                    <a:off x="0" y="0"/>
                    <a:ext cx="3670935" cy="5043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632" behindDoc="0" locked="1" layoutInCell="0" allowOverlap="1">
              <wp:simplePos x="0" y="0"/>
              <wp:positionH relativeFrom="page">
                <wp:posOffset>4618990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8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5D0A66" w:rsidRPr="005D0996" w:rsidRDefault="005D0A66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9" type="#_x0000_t202" style="position:absolute;margin-left:363.7pt;margin-top:267.6pt;width:102.05pt;height:17.6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5D0A66" w:rsidRPr="005D0996" w:rsidRDefault="005D0A66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Anterior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2608" behindDoc="0" locked="1" layoutInCell="0" allowOverlap="1">
              <wp:simplePos x="0" y="0"/>
              <wp:positionH relativeFrom="page">
                <wp:posOffset>1541145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7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5D0A66" w:rsidRPr="005D0996" w:rsidRDefault="005D0A66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1" o:spid="_x0000_s1030" type="#_x0000_t202" style="position:absolute;margin-left:121.35pt;margin-top:267.6pt;width:106.65pt;height:17.6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5D0A66" w:rsidRPr="005D0996" w:rsidRDefault="005D0A66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Posterior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4684395</wp:posOffset>
          </wp:positionH>
          <wp:positionV relativeFrom="paragraph">
            <wp:posOffset>389890</wp:posOffset>
          </wp:positionV>
          <wp:extent cx="1800225" cy="520065"/>
          <wp:effectExtent l="0" t="0" r="9525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20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728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A66" w:rsidRDefault="005D0A66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2.5pt;margin-top:789.75pt;width:510.25pt;height:22.7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0A66" w:rsidRDefault="005D0A66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704" behindDoc="1" locked="1" layoutInCell="1" allowOverlap="1">
          <wp:simplePos x="0" y="0"/>
          <wp:positionH relativeFrom="page">
            <wp:posOffset>2722245</wp:posOffset>
          </wp:positionH>
          <wp:positionV relativeFrom="page">
            <wp:posOffset>474980</wp:posOffset>
          </wp:positionV>
          <wp:extent cx="2106295" cy="889635"/>
          <wp:effectExtent l="0" t="0" r="8255" b="5715"/>
          <wp:wrapNone/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BC"/>
    <w:rsid w:val="00002C57"/>
    <w:rsid w:val="0002322E"/>
    <w:rsid w:val="00030ECC"/>
    <w:rsid w:val="00033B0B"/>
    <w:rsid w:val="00034083"/>
    <w:rsid w:val="0006170F"/>
    <w:rsid w:val="00075B57"/>
    <w:rsid w:val="000B1F8C"/>
    <w:rsid w:val="000C302A"/>
    <w:rsid w:val="000D03AD"/>
    <w:rsid w:val="000D12F2"/>
    <w:rsid w:val="000D2EBC"/>
    <w:rsid w:val="0014708E"/>
    <w:rsid w:val="00156E8E"/>
    <w:rsid w:val="00186F8F"/>
    <w:rsid w:val="00191142"/>
    <w:rsid w:val="001A7AF4"/>
    <w:rsid w:val="001C2A3A"/>
    <w:rsid w:val="001C3912"/>
    <w:rsid w:val="00210977"/>
    <w:rsid w:val="00226007"/>
    <w:rsid w:val="00255B9E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52F64"/>
    <w:rsid w:val="0036072E"/>
    <w:rsid w:val="00382C7D"/>
    <w:rsid w:val="003909B4"/>
    <w:rsid w:val="00394CF1"/>
    <w:rsid w:val="003A6622"/>
    <w:rsid w:val="003C1163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48E3"/>
    <w:rsid w:val="00591601"/>
    <w:rsid w:val="005947E5"/>
    <w:rsid w:val="00596D0F"/>
    <w:rsid w:val="005C197D"/>
    <w:rsid w:val="005C2500"/>
    <w:rsid w:val="005D0A66"/>
    <w:rsid w:val="005D4909"/>
    <w:rsid w:val="005E594C"/>
    <w:rsid w:val="005E6673"/>
    <w:rsid w:val="00624106"/>
    <w:rsid w:val="00632733"/>
    <w:rsid w:val="00644C5F"/>
    <w:rsid w:val="00661023"/>
    <w:rsid w:val="0067732A"/>
    <w:rsid w:val="006B2888"/>
    <w:rsid w:val="006D3CE8"/>
    <w:rsid w:val="00701D82"/>
    <w:rsid w:val="007102C1"/>
    <w:rsid w:val="007112FB"/>
    <w:rsid w:val="00803E28"/>
    <w:rsid w:val="00804042"/>
    <w:rsid w:val="00811182"/>
    <w:rsid w:val="00813362"/>
    <w:rsid w:val="00815C15"/>
    <w:rsid w:val="00854725"/>
    <w:rsid w:val="00876A79"/>
    <w:rsid w:val="00880184"/>
    <w:rsid w:val="00893153"/>
    <w:rsid w:val="008B3BF4"/>
    <w:rsid w:val="008B3C2A"/>
    <w:rsid w:val="008C4F7F"/>
    <w:rsid w:val="008D7BD9"/>
    <w:rsid w:val="008E77CD"/>
    <w:rsid w:val="00907CF4"/>
    <w:rsid w:val="00923531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90B05"/>
    <w:rsid w:val="00A90F95"/>
    <w:rsid w:val="00A9651D"/>
    <w:rsid w:val="00AA2AD4"/>
    <w:rsid w:val="00AA57D6"/>
    <w:rsid w:val="00AB09A7"/>
    <w:rsid w:val="00AB7058"/>
    <w:rsid w:val="00B03018"/>
    <w:rsid w:val="00B10C4B"/>
    <w:rsid w:val="00B14AFB"/>
    <w:rsid w:val="00B35F22"/>
    <w:rsid w:val="00B415C1"/>
    <w:rsid w:val="00B734E8"/>
    <w:rsid w:val="00B73F68"/>
    <w:rsid w:val="00B87660"/>
    <w:rsid w:val="00BC5836"/>
    <w:rsid w:val="00C15B48"/>
    <w:rsid w:val="00C24FD1"/>
    <w:rsid w:val="00C36AA5"/>
    <w:rsid w:val="00C44E9D"/>
    <w:rsid w:val="00C64AE2"/>
    <w:rsid w:val="00C943BB"/>
    <w:rsid w:val="00CB3119"/>
    <w:rsid w:val="00D065FF"/>
    <w:rsid w:val="00D35CC3"/>
    <w:rsid w:val="00D86277"/>
    <w:rsid w:val="00D94904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55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835DA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C4B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C4B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Suleman\Templates%202019\Venous%20and%20DVT\Left%20Lower%20Limb%20Venous%20Insufficiency%20scan%20_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Diseased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Daniel.Sims</dc:creator>
  <cp:lastModifiedBy>Daniel Sims</cp:lastModifiedBy>
  <cp:revision>3</cp:revision>
  <cp:lastPrinted>2019-01-18T11:11:00Z</cp:lastPrinted>
  <dcterms:created xsi:type="dcterms:W3CDTF">2019-03-14T16:11:00Z</dcterms:created>
  <dcterms:modified xsi:type="dcterms:W3CDTF">2019-10-22T08:16:00Z</dcterms:modified>
</cp:coreProperties>
</file>